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7E32CEB1" w14:textId="77777777" w:rsidTr="00F12594">
        <w:tc>
          <w:tcPr>
            <w:tcW w:w="1311" w:type="dxa"/>
          </w:tcPr>
          <w:p w14:paraId="42FB715E" w14:textId="77777777" w:rsidR="00757AC7" w:rsidRPr="00AD64E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338E84F" w14:textId="77777777" w:rsidR="00757AC7" w:rsidRPr="00AD64E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934EB46" w14:textId="77777777" w:rsidR="00757AC7" w:rsidRPr="00AD64E0" w:rsidRDefault="00757AC7" w:rsidP="008E5BF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D64E0" w14:paraId="6F7801D0" w14:textId="77777777" w:rsidTr="006B7D41">
        <w:tc>
          <w:tcPr>
            <w:tcW w:w="1311" w:type="dxa"/>
            <w:hideMark/>
          </w:tcPr>
          <w:p w14:paraId="7E305CA6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01306264</w:t>
            </w:r>
          </w:p>
        </w:tc>
        <w:tc>
          <w:tcPr>
            <w:tcW w:w="2086" w:type="dxa"/>
            <w:hideMark/>
          </w:tcPr>
          <w:p w14:paraId="205F525B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con termometri e bocchettoni</w:t>
            </w:r>
          </w:p>
        </w:tc>
        <w:tc>
          <w:tcPr>
            <w:tcW w:w="6101" w:type="dxa"/>
          </w:tcPr>
          <w:p w14:paraId="03E71EE4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M-F da 1” con termometri e bocchettoni.</w:t>
            </w:r>
          </w:p>
          <w:p w14:paraId="5498BC49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27C23DA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valvole Progress a squadra con termometri e bocchettoni o equivalente.</w:t>
            </w:r>
          </w:p>
        </w:tc>
      </w:tr>
      <w:tr w:rsidR="00AD64E0" w14:paraId="7CEC4364" w14:textId="77777777" w:rsidTr="006B7D41">
        <w:tc>
          <w:tcPr>
            <w:tcW w:w="1311" w:type="dxa"/>
            <w:hideMark/>
          </w:tcPr>
          <w:p w14:paraId="69EA7B6D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01306136</w:t>
            </w:r>
          </w:p>
        </w:tc>
        <w:tc>
          <w:tcPr>
            <w:tcW w:w="2086" w:type="dxa"/>
            <w:hideMark/>
          </w:tcPr>
          <w:p w14:paraId="638E06E5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con bocchettone portatermometro e termometri</w:t>
            </w:r>
          </w:p>
        </w:tc>
        <w:tc>
          <w:tcPr>
            <w:tcW w:w="6101" w:type="dxa"/>
          </w:tcPr>
          <w:p w14:paraId="5AAB7A86" w14:textId="600AAB0F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M-F da 1”</w:t>
            </w:r>
            <w:r w:rsidR="002A5CF5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con bocchettone portatermometro e termometri.</w:t>
            </w:r>
          </w:p>
          <w:p w14:paraId="7F883FC4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034149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valvole Progress a squadra con bocchettone portatermometro e termometri o equivalente.</w:t>
            </w:r>
          </w:p>
        </w:tc>
      </w:tr>
      <w:tr w:rsidR="00AD64E0" w14:paraId="3C0944D4" w14:textId="77777777" w:rsidTr="006B7D41">
        <w:tc>
          <w:tcPr>
            <w:tcW w:w="1311" w:type="dxa"/>
            <w:hideMark/>
          </w:tcPr>
          <w:p w14:paraId="0EE2442C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01306180</w:t>
            </w:r>
          </w:p>
        </w:tc>
        <w:tc>
          <w:tcPr>
            <w:tcW w:w="2086" w:type="dxa"/>
            <w:hideMark/>
          </w:tcPr>
          <w:p w14:paraId="195E14BE" w14:textId="24951738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Kit valvole Progress a squadra con bocchettone </w:t>
            </w:r>
            <w:r w:rsidR="005D716D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6101" w:type="dxa"/>
          </w:tcPr>
          <w:p w14:paraId="494E7ECF" w14:textId="258136E1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M-F da 3/4" con</w:t>
            </w:r>
            <w:r w:rsidR="008E5BF5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bocchettone.</w:t>
            </w:r>
          </w:p>
          <w:p w14:paraId="6363B778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82627F" w14:textId="116C2EA0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5D716D" w:rsidRPr="005D716D">
              <w:rPr>
                <w:rFonts w:ascii="Poppins" w:hAnsi="Poppins" w:cs="Poppins"/>
                <w:b/>
                <w:bCs/>
                <w:sz w:val="20"/>
              </w:rPr>
              <w:t>Kit valvole Progress a squadra con bocchettone 3/4"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D64E0" w14:paraId="02B4D1FC" w14:textId="77777777" w:rsidTr="006B7D41">
        <w:tc>
          <w:tcPr>
            <w:tcW w:w="1311" w:type="dxa"/>
            <w:hideMark/>
          </w:tcPr>
          <w:p w14:paraId="4AA256AD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01306266</w:t>
            </w:r>
          </w:p>
        </w:tc>
        <w:tc>
          <w:tcPr>
            <w:tcW w:w="2086" w:type="dxa"/>
            <w:hideMark/>
          </w:tcPr>
          <w:p w14:paraId="50E406A2" w14:textId="7AFC226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Kit valvole Progress a squadra con bocchettone </w:t>
            </w:r>
            <w:r w:rsidR="005D716D">
              <w:rPr>
                <w:rFonts w:ascii="Poppins" w:hAnsi="Poppins" w:cs="Poppins"/>
                <w:bCs/>
                <w:sz w:val="20"/>
              </w:rPr>
              <w:t>1”</w:t>
            </w:r>
          </w:p>
        </w:tc>
        <w:tc>
          <w:tcPr>
            <w:tcW w:w="6101" w:type="dxa"/>
          </w:tcPr>
          <w:p w14:paraId="56DF623F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M-F da 1" con bocchettone.</w:t>
            </w:r>
          </w:p>
          <w:p w14:paraId="52C8EC38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11AF850" w14:textId="7122BDF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5D716D" w:rsidRPr="005D716D">
              <w:rPr>
                <w:rFonts w:ascii="Poppins" w:hAnsi="Poppins" w:cs="Poppins"/>
                <w:b/>
                <w:bCs/>
                <w:sz w:val="20"/>
              </w:rPr>
              <w:t>Kit valvole Progress a squadra con bocchettone 1”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D64E0" w14:paraId="54E66E2D" w14:textId="77777777" w:rsidTr="006B7D41">
        <w:tc>
          <w:tcPr>
            <w:tcW w:w="1311" w:type="dxa"/>
            <w:hideMark/>
          </w:tcPr>
          <w:p w14:paraId="6DE85782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01306184</w:t>
            </w:r>
          </w:p>
        </w:tc>
        <w:tc>
          <w:tcPr>
            <w:tcW w:w="2086" w:type="dxa"/>
            <w:hideMark/>
          </w:tcPr>
          <w:p w14:paraId="05720CF4" w14:textId="62C1CCEE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con bocchettone</w:t>
            </w:r>
            <w:r w:rsidR="005D716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5D716D" w:rsidRPr="00AD64E0">
              <w:rPr>
                <w:rFonts w:ascii="Poppins" w:hAnsi="Poppins" w:cs="Poppins"/>
                <w:bCs/>
                <w:sz w:val="20"/>
              </w:rPr>
              <w:t>1"1/4</w:t>
            </w:r>
          </w:p>
        </w:tc>
        <w:tc>
          <w:tcPr>
            <w:tcW w:w="6101" w:type="dxa"/>
          </w:tcPr>
          <w:p w14:paraId="03679508" w14:textId="4973FC31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a squadra M-F da 1"1/4 con bocchettone.</w:t>
            </w:r>
          </w:p>
          <w:p w14:paraId="37CD03B6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14329C" w14:textId="7F9B4D96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5D716D" w:rsidRPr="005D716D">
              <w:rPr>
                <w:rFonts w:ascii="Poppins" w:hAnsi="Poppins" w:cs="Poppins"/>
                <w:b/>
                <w:bCs/>
                <w:sz w:val="20"/>
              </w:rPr>
              <w:t>Kit valvole Progress a squadra con bocchettone 1"1/4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D64E0" w14:paraId="49811CF7" w14:textId="77777777" w:rsidTr="006B7D41">
        <w:tc>
          <w:tcPr>
            <w:tcW w:w="1311" w:type="dxa"/>
            <w:hideMark/>
          </w:tcPr>
          <w:p w14:paraId="271D9695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01306260</w:t>
            </w:r>
          </w:p>
        </w:tc>
        <w:tc>
          <w:tcPr>
            <w:tcW w:w="2086" w:type="dxa"/>
            <w:hideMark/>
          </w:tcPr>
          <w:p w14:paraId="35268AA0" w14:textId="7F186702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</w:t>
            </w:r>
            <w:r w:rsidR="0020602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con termometri e bocchettoni</w:t>
            </w:r>
          </w:p>
        </w:tc>
        <w:tc>
          <w:tcPr>
            <w:tcW w:w="6101" w:type="dxa"/>
          </w:tcPr>
          <w:p w14:paraId="22A0F451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 M-F da 1” con termometri e bocchettoni.</w:t>
            </w:r>
          </w:p>
          <w:p w14:paraId="13C99940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08ED37" w14:textId="6958A4B3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valvole Progress diritte</w:t>
            </w:r>
            <w:r w:rsidR="0020602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con termometri e bocchettoni o equivalente.</w:t>
            </w:r>
          </w:p>
        </w:tc>
      </w:tr>
      <w:tr w:rsidR="00AD64E0" w14:paraId="1DBA83E6" w14:textId="77777777" w:rsidTr="006B7D41">
        <w:tc>
          <w:tcPr>
            <w:tcW w:w="1311" w:type="dxa"/>
            <w:hideMark/>
          </w:tcPr>
          <w:p w14:paraId="7940FC3B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01306132</w:t>
            </w:r>
          </w:p>
        </w:tc>
        <w:tc>
          <w:tcPr>
            <w:tcW w:w="2086" w:type="dxa"/>
            <w:hideMark/>
          </w:tcPr>
          <w:p w14:paraId="4D194EBB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 con bocchettone portatermometro e termometri</w:t>
            </w:r>
          </w:p>
        </w:tc>
        <w:tc>
          <w:tcPr>
            <w:tcW w:w="6101" w:type="dxa"/>
          </w:tcPr>
          <w:p w14:paraId="5EEE39F8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 M-F da 1”1/4 con bocchettone portatermometro e termometri.</w:t>
            </w:r>
          </w:p>
          <w:p w14:paraId="7432B75B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B11D36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valvole Progress diritte con bocchettone portatermometro e termometri o equivalente.</w:t>
            </w:r>
          </w:p>
        </w:tc>
      </w:tr>
      <w:tr w:rsidR="00AD64E0" w14:paraId="0587A123" w14:textId="77777777" w:rsidTr="006B7D41">
        <w:tc>
          <w:tcPr>
            <w:tcW w:w="1311" w:type="dxa"/>
            <w:hideMark/>
          </w:tcPr>
          <w:p w14:paraId="1762DBE2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01306140</w:t>
            </w:r>
          </w:p>
        </w:tc>
        <w:tc>
          <w:tcPr>
            <w:tcW w:w="2086" w:type="dxa"/>
            <w:hideMark/>
          </w:tcPr>
          <w:p w14:paraId="469A31F6" w14:textId="6479D843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</w:t>
            </w:r>
            <w:r w:rsidR="0023578B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con bocchettone</w:t>
            </w:r>
            <w:r w:rsidR="0023578B">
              <w:rPr>
                <w:rFonts w:ascii="Poppins" w:hAnsi="Poppins" w:cs="Poppins"/>
                <w:bCs/>
                <w:sz w:val="20"/>
              </w:rPr>
              <w:t xml:space="preserve"> 3/4"</w:t>
            </w:r>
          </w:p>
        </w:tc>
        <w:tc>
          <w:tcPr>
            <w:tcW w:w="6101" w:type="dxa"/>
          </w:tcPr>
          <w:p w14:paraId="247B8170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 M-F da 3/4" con bocchettone.</w:t>
            </w:r>
          </w:p>
          <w:p w14:paraId="31215BB6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7C82D88" w14:textId="1A467782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23578B" w:rsidRPr="0023578B">
              <w:rPr>
                <w:rFonts w:ascii="Poppins" w:hAnsi="Poppins" w:cs="Poppins"/>
                <w:b/>
                <w:bCs/>
                <w:sz w:val="20"/>
              </w:rPr>
              <w:t>Kit valvole Progress diritte con bocchettone 3/4"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D64E0" w14:paraId="492FCCF7" w14:textId="77777777" w:rsidTr="006B7D41">
        <w:tc>
          <w:tcPr>
            <w:tcW w:w="1311" w:type="dxa"/>
            <w:hideMark/>
          </w:tcPr>
          <w:p w14:paraId="3F3D7051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01306262</w:t>
            </w:r>
          </w:p>
        </w:tc>
        <w:tc>
          <w:tcPr>
            <w:tcW w:w="2086" w:type="dxa"/>
            <w:hideMark/>
          </w:tcPr>
          <w:p w14:paraId="330A9A89" w14:textId="09DB729D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</w:t>
            </w:r>
            <w:r w:rsidR="009B74B8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con bocchettone</w:t>
            </w:r>
            <w:r w:rsidR="009B74B8">
              <w:rPr>
                <w:rFonts w:ascii="Poppins" w:hAnsi="Poppins" w:cs="Poppins"/>
                <w:bCs/>
                <w:sz w:val="20"/>
              </w:rPr>
              <w:t xml:space="preserve"> 1”</w:t>
            </w:r>
          </w:p>
        </w:tc>
        <w:tc>
          <w:tcPr>
            <w:tcW w:w="6101" w:type="dxa"/>
          </w:tcPr>
          <w:p w14:paraId="38D73BB5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Kit valvole Progress diritte M-F da 1” con bocchettone.</w:t>
            </w:r>
          </w:p>
          <w:p w14:paraId="341A629A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3456B3C" w14:textId="320A8B3C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="009B74B8" w:rsidRPr="009B74B8">
              <w:rPr>
                <w:rFonts w:ascii="Poppins" w:hAnsi="Poppins" w:cs="Poppins"/>
                <w:b/>
                <w:bCs/>
                <w:sz w:val="20"/>
              </w:rPr>
              <w:t>Kit valvole Progress diritte con bocchettone 1”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D64E0" w14:paraId="6B22FED6" w14:textId="77777777" w:rsidTr="006B7D41">
        <w:tc>
          <w:tcPr>
            <w:tcW w:w="1311" w:type="dxa"/>
            <w:hideMark/>
          </w:tcPr>
          <w:p w14:paraId="49D6F66C" w14:textId="77777777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01306144</w:t>
            </w:r>
          </w:p>
        </w:tc>
        <w:tc>
          <w:tcPr>
            <w:tcW w:w="2086" w:type="dxa"/>
            <w:hideMark/>
          </w:tcPr>
          <w:p w14:paraId="56B86D24" w14:textId="22382DB4" w:rsidR="00AD64E0" w:rsidRPr="00AD64E0" w:rsidRDefault="00AD64E0" w:rsidP="00AD64E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</w:t>
            </w:r>
            <w:r w:rsidR="009B74B8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con bocchettone</w:t>
            </w:r>
            <w:r w:rsidR="009B74B8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9B74B8" w:rsidRPr="00AD64E0">
              <w:rPr>
                <w:rFonts w:ascii="Poppins" w:hAnsi="Poppins" w:cs="Poppins"/>
                <w:bCs/>
                <w:sz w:val="20"/>
              </w:rPr>
              <w:t>1”1/4</w:t>
            </w:r>
          </w:p>
        </w:tc>
        <w:tc>
          <w:tcPr>
            <w:tcW w:w="6101" w:type="dxa"/>
          </w:tcPr>
          <w:p w14:paraId="7C3FEB18" w14:textId="5F6CDD00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valvole Progress diritte da M-F 1”1/4 con bocchettone.</w:t>
            </w:r>
          </w:p>
          <w:p w14:paraId="3B2B02F0" w14:textId="77777777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1C778B" w14:textId="5CD95F1F" w:rsidR="00AD64E0" w:rsidRPr="00AD64E0" w:rsidRDefault="00AD64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valvole Progress diritte da 1"1/4 con bocchettone o equivalente.</w:t>
            </w:r>
          </w:p>
        </w:tc>
      </w:tr>
      <w:tr w:rsidR="0087318D" w14:paraId="6FE61CBE" w14:textId="77777777" w:rsidTr="00F12594">
        <w:tc>
          <w:tcPr>
            <w:tcW w:w="1311" w:type="dxa"/>
          </w:tcPr>
          <w:p w14:paraId="0CCB513E" w14:textId="4E37B37A" w:rsidR="0087318D" w:rsidRPr="00AD64E0" w:rsidRDefault="0087318D" w:rsidP="00873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01307010</w:t>
            </w:r>
          </w:p>
        </w:tc>
        <w:tc>
          <w:tcPr>
            <w:tcW w:w="2086" w:type="dxa"/>
          </w:tcPr>
          <w:p w14:paraId="6EF86BD2" w14:textId="2887D022" w:rsidR="0087318D" w:rsidRPr="00AD64E0" w:rsidRDefault="0087318D" w:rsidP="00873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43AFA">
              <w:rPr>
                <w:rFonts w:ascii="Poppins" w:hAnsi="Poppins" w:cs="Poppins"/>
                <w:bCs/>
                <w:sz w:val="20"/>
              </w:rPr>
              <w:t>Kit terminale con by-pass per collettori in acciaio e ottone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</w:p>
        </w:tc>
        <w:tc>
          <w:tcPr>
            <w:tcW w:w="6101" w:type="dxa"/>
          </w:tcPr>
          <w:p w14:paraId="5C5C4129" w14:textId="77777777" w:rsidR="0087318D" w:rsidRDefault="0087318D" w:rsidP="0087318D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sz w:val="20"/>
              </w:rPr>
              <w:t>Kit terminale con by-pass per collettori in acciaio e ottone</w:t>
            </w:r>
            <w:r>
              <w:rPr>
                <w:rFonts w:ascii="Poppins" w:hAnsi="Poppins" w:cs="Poppins"/>
                <w:sz w:val="20"/>
              </w:rPr>
              <w:t xml:space="preserve"> per collettori da 1”.</w:t>
            </w:r>
          </w:p>
          <w:p w14:paraId="5A3CA493" w14:textId="77777777" w:rsidR="0087318D" w:rsidRDefault="0087318D" w:rsidP="0087318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827DB5" w14:textId="77777777" w:rsidR="0087318D" w:rsidRPr="00A26A80" w:rsidRDefault="0087318D" w:rsidP="0087318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1D6E95" w14:textId="77777777" w:rsidR="0087318D" w:rsidRPr="00A26A80" w:rsidRDefault="0087318D" w:rsidP="0087318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A26A80">
              <w:rPr>
                <w:rFonts w:ascii="Poppins" w:hAnsi="Poppins" w:cs="Poppins"/>
              </w:rPr>
              <w:t>Temperatura massima di esercizio: 110°C</w:t>
            </w:r>
          </w:p>
          <w:p w14:paraId="24281E33" w14:textId="77777777" w:rsidR="0087318D" w:rsidRDefault="0087318D" w:rsidP="0087318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A26A80">
              <w:rPr>
                <w:rFonts w:ascii="Poppins" w:hAnsi="Poppins" w:cs="Poppins"/>
              </w:rPr>
              <w:t>Pressione massima di esercizio: 6 bar</w:t>
            </w:r>
          </w:p>
          <w:p w14:paraId="321B5CBA" w14:textId="77777777" w:rsidR="0087318D" w:rsidRDefault="0087318D" w:rsidP="0087318D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B4D4F40" w14:textId="5EC10903" w:rsidR="0087318D" w:rsidRPr="001F322A" w:rsidRDefault="0087318D" w:rsidP="0087318D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Kit terminale con by-pass per collettori in acciaio e ottone 1” o equivalente.</w:t>
            </w:r>
          </w:p>
        </w:tc>
      </w:tr>
      <w:tr w:rsidR="001F322A" w14:paraId="2FAFC02B" w14:textId="77777777" w:rsidTr="00F12594">
        <w:tc>
          <w:tcPr>
            <w:tcW w:w="1311" w:type="dxa"/>
          </w:tcPr>
          <w:p w14:paraId="1FAA2788" w14:textId="2359E93B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01307012</w:t>
            </w:r>
          </w:p>
        </w:tc>
        <w:tc>
          <w:tcPr>
            <w:tcW w:w="2086" w:type="dxa"/>
          </w:tcPr>
          <w:p w14:paraId="5DBB4786" w14:textId="3C0204ED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130587">
              <w:rPr>
                <w:rFonts w:ascii="Poppins" w:hAnsi="Poppins" w:cs="Poppins"/>
                <w:bCs/>
                <w:sz w:val="20"/>
              </w:rPr>
              <w:t>Kit terminale con by-pass per collettori in acciaio e ottone 1"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</w:p>
        </w:tc>
        <w:tc>
          <w:tcPr>
            <w:tcW w:w="6101" w:type="dxa"/>
          </w:tcPr>
          <w:p w14:paraId="2442D1B5" w14:textId="6CF96E2F" w:rsidR="001F322A" w:rsidRPr="006840AA" w:rsidRDefault="001F322A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6840AA">
              <w:rPr>
                <w:rFonts w:ascii="Poppins" w:hAnsi="Poppins" w:cs="Poppins"/>
                <w:bCs/>
                <w:sz w:val="20"/>
              </w:rPr>
              <w:t>Kit terminale con by-pass per collettori in acciaio e ottone per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840AA">
              <w:rPr>
                <w:rFonts w:ascii="Poppins" w:hAnsi="Poppins" w:cs="Poppins"/>
                <w:bCs/>
                <w:sz w:val="20"/>
              </w:rPr>
              <w:t>collettori da 1"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 w:rsidRPr="006840AA">
              <w:rPr>
                <w:rFonts w:ascii="Poppins" w:hAnsi="Poppins" w:cs="Poppins"/>
                <w:bCs/>
                <w:sz w:val="20"/>
              </w:rPr>
              <w:t>.</w:t>
            </w:r>
          </w:p>
          <w:p w14:paraId="3273E206" w14:textId="77777777" w:rsidR="001F322A" w:rsidRPr="006840AA" w:rsidRDefault="001F322A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B2CEC8" w14:textId="77777777" w:rsidR="001F322A" w:rsidRPr="001F322A" w:rsidRDefault="001F322A" w:rsidP="008E5BF5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1F322A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B396E3" w14:textId="1A217FF4" w:rsidR="001F322A" w:rsidRPr="006840AA" w:rsidRDefault="001F322A" w:rsidP="008E5BF5">
            <w:pPr>
              <w:pStyle w:val="Intestazione"/>
              <w:numPr>
                <w:ilvl w:val="0"/>
                <w:numId w:val="2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840AA">
              <w:rPr>
                <w:rFonts w:ascii="Poppins" w:hAnsi="Poppins" w:cs="Poppins"/>
                <w:bCs/>
                <w:sz w:val="20"/>
              </w:rPr>
              <w:t>Temperatura massima di esercizio: 110°C</w:t>
            </w:r>
          </w:p>
          <w:p w14:paraId="44B06033" w14:textId="77777777" w:rsidR="001F322A" w:rsidRPr="006840AA" w:rsidRDefault="001F322A" w:rsidP="008E5BF5">
            <w:pPr>
              <w:pStyle w:val="Intestazione"/>
              <w:numPr>
                <w:ilvl w:val="0"/>
                <w:numId w:val="2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840AA">
              <w:rPr>
                <w:rFonts w:ascii="Poppins" w:hAnsi="Poppins" w:cs="Poppins"/>
                <w:bCs/>
                <w:sz w:val="20"/>
              </w:rPr>
              <w:t>Pressione massima di esercizio: 6 bar</w:t>
            </w:r>
          </w:p>
          <w:p w14:paraId="3D676749" w14:textId="77777777" w:rsidR="001F322A" w:rsidRPr="006840AA" w:rsidRDefault="001F322A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B3C594" w14:textId="4A1F1E2B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F322A">
              <w:rPr>
                <w:rFonts w:ascii="Poppins" w:hAnsi="Poppins" w:cs="Poppins"/>
                <w:b/>
                <w:sz w:val="20"/>
              </w:rPr>
              <w:t>Marca Emmeti – Modello Kit terminale con by-pass per collettori in acciaio e ottone 1"</w:t>
            </w:r>
            <w:r>
              <w:rPr>
                <w:rFonts w:ascii="Poppins" w:hAnsi="Poppins" w:cs="Poppins"/>
                <w:b/>
                <w:sz w:val="20"/>
              </w:rPr>
              <w:t>1/4</w:t>
            </w:r>
            <w:r w:rsidRPr="001F322A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90708B" w14:paraId="5791AB4E" w14:textId="77777777" w:rsidTr="00F12594">
        <w:tc>
          <w:tcPr>
            <w:tcW w:w="1311" w:type="dxa"/>
          </w:tcPr>
          <w:p w14:paraId="25DD6F2E" w14:textId="0D9E42C9" w:rsidR="0090708B" w:rsidRDefault="0090708B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01292316</w:t>
            </w:r>
          </w:p>
        </w:tc>
        <w:tc>
          <w:tcPr>
            <w:tcW w:w="2086" w:type="dxa"/>
          </w:tcPr>
          <w:p w14:paraId="3AFF014B" w14:textId="35518CEF" w:rsidR="0090708B" w:rsidRPr="00130587" w:rsidRDefault="006C26F7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C26F7">
              <w:rPr>
                <w:rFonts w:ascii="Poppins" w:hAnsi="Poppins" w:cs="Poppins"/>
                <w:bCs/>
                <w:sz w:val="20"/>
              </w:rPr>
              <w:t xml:space="preserve">Kit estensione per collettori Topway </w:t>
            </w:r>
            <w:r w:rsidR="001B4C7F">
              <w:rPr>
                <w:rFonts w:ascii="Poppins" w:hAnsi="Poppins" w:cs="Poppins"/>
                <w:bCs/>
                <w:sz w:val="20"/>
              </w:rPr>
              <w:t>1” 2</w:t>
            </w:r>
            <w:r w:rsidRPr="006C26F7">
              <w:rPr>
                <w:rFonts w:ascii="Poppins" w:hAnsi="Poppins" w:cs="Poppins"/>
                <w:bCs/>
                <w:sz w:val="20"/>
              </w:rPr>
              <w:t xml:space="preserve"> vie 24x19</w:t>
            </w:r>
          </w:p>
        </w:tc>
        <w:tc>
          <w:tcPr>
            <w:tcW w:w="6101" w:type="dxa"/>
          </w:tcPr>
          <w:p w14:paraId="4638CA43" w14:textId="784DAD9A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 xml:space="preserve">Kit estensione per collettori in </w:t>
            </w:r>
            <w:r>
              <w:rPr>
                <w:rFonts w:ascii="Poppins" w:hAnsi="Poppins" w:cs="Poppins"/>
                <w:bCs/>
                <w:sz w:val="20"/>
              </w:rPr>
              <w:t>ottone</w:t>
            </w:r>
            <w:r w:rsidRPr="001B4C7F">
              <w:rPr>
                <w:rFonts w:ascii="Poppins" w:hAnsi="Poppins" w:cs="Poppins"/>
                <w:bCs/>
                <w:sz w:val="20"/>
              </w:rPr>
              <w:t xml:space="preserve"> Topway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  <w:r w:rsidRPr="001B4C7F">
              <w:rPr>
                <w:rFonts w:ascii="Poppins" w:hAnsi="Poppins" w:cs="Poppins"/>
                <w:bCs/>
                <w:sz w:val="20"/>
              </w:rPr>
              <w:t>.</w:t>
            </w:r>
          </w:p>
          <w:p w14:paraId="0BB4582B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>Completo di 2 nippli girevoli 1" M-M.</w:t>
            </w:r>
          </w:p>
          <w:p w14:paraId="20A71C5A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F75B0C" w14:textId="2A0C6F8C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 xml:space="preserve">Modello: 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1B4C7F">
              <w:rPr>
                <w:rFonts w:ascii="Poppins" w:hAnsi="Poppins" w:cs="Poppins"/>
                <w:bCs/>
                <w:sz w:val="20"/>
              </w:rPr>
              <w:t xml:space="preserve"> vie, 24x19</w:t>
            </w:r>
          </w:p>
          <w:p w14:paraId="3D6CB799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3E15BF5" w14:textId="3671AEAA" w:rsidR="0090708B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1B4C7F">
              <w:rPr>
                <w:rFonts w:ascii="Poppins" w:hAnsi="Poppins" w:cs="Poppins"/>
                <w:b/>
                <w:sz w:val="20"/>
              </w:rPr>
              <w:t xml:space="preserve">Marca Emmeti – Modello Kit estensione per collettori Topway </w:t>
            </w:r>
            <w:r w:rsidRPr="001B4C7F">
              <w:rPr>
                <w:rFonts w:ascii="Poppins" w:hAnsi="Poppins" w:cs="Poppins"/>
                <w:b/>
                <w:sz w:val="20"/>
              </w:rPr>
              <w:t>1” 2</w:t>
            </w:r>
            <w:r w:rsidRPr="001B4C7F">
              <w:rPr>
                <w:rFonts w:ascii="Poppins" w:hAnsi="Poppins" w:cs="Poppins"/>
                <w:b/>
                <w:sz w:val="20"/>
              </w:rPr>
              <w:t xml:space="preserve"> vie</w:t>
            </w:r>
            <w:r w:rsidRPr="001B4C7F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B4C7F">
              <w:rPr>
                <w:rFonts w:ascii="Poppins" w:hAnsi="Poppins" w:cs="Poppins"/>
                <w:b/>
                <w:sz w:val="20"/>
              </w:rPr>
              <w:t>24x19 o equivalente.</w:t>
            </w:r>
          </w:p>
        </w:tc>
      </w:tr>
      <w:tr w:rsidR="001B4C7F" w14:paraId="5F3EB316" w14:textId="77777777" w:rsidTr="00F12594">
        <w:tc>
          <w:tcPr>
            <w:tcW w:w="1311" w:type="dxa"/>
          </w:tcPr>
          <w:p w14:paraId="044175D6" w14:textId="02E4190B" w:rsidR="001B4C7F" w:rsidRDefault="001B4C7F" w:rsidP="001B4C7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01292318</w:t>
            </w:r>
          </w:p>
        </w:tc>
        <w:tc>
          <w:tcPr>
            <w:tcW w:w="2086" w:type="dxa"/>
          </w:tcPr>
          <w:p w14:paraId="5E523DD3" w14:textId="063C7116" w:rsidR="001B4C7F" w:rsidRPr="00130587" w:rsidRDefault="001B4C7F" w:rsidP="001B4C7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C26F7">
              <w:rPr>
                <w:rFonts w:ascii="Poppins" w:hAnsi="Poppins" w:cs="Poppins"/>
                <w:bCs/>
                <w:sz w:val="20"/>
              </w:rPr>
              <w:t xml:space="preserve">Kit estensione per collettori Topway </w:t>
            </w:r>
            <w:r>
              <w:rPr>
                <w:rFonts w:ascii="Poppins" w:hAnsi="Poppins" w:cs="Poppins"/>
                <w:bCs/>
                <w:sz w:val="20"/>
              </w:rPr>
              <w:t xml:space="preserve">1”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6C26F7">
              <w:rPr>
                <w:rFonts w:ascii="Poppins" w:hAnsi="Poppins" w:cs="Poppins"/>
                <w:bCs/>
                <w:sz w:val="20"/>
              </w:rPr>
              <w:t xml:space="preserve"> vie 24x19</w:t>
            </w:r>
          </w:p>
        </w:tc>
        <w:tc>
          <w:tcPr>
            <w:tcW w:w="6101" w:type="dxa"/>
          </w:tcPr>
          <w:p w14:paraId="418EBCA5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 xml:space="preserve">Kit estensione per collettori in </w:t>
            </w:r>
            <w:r>
              <w:rPr>
                <w:rFonts w:ascii="Poppins" w:hAnsi="Poppins" w:cs="Poppins"/>
                <w:bCs/>
                <w:sz w:val="20"/>
              </w:rPr>
              <w:t>ottone</w:t>
            </w:r>
            <w:r w:rsidRPr="001B4C7F">
              <w:rPr>
                <w:rFonts w:ascii="Poppins" w:hAnsi="Poppins" w:cs="Poppins"/>
                <w:bCs/>
                <w:sz w:val="20"/>
              </w:rPr>
              <w:t xml:space="preserve"> Topway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  <w:r w:rsidRPr="001B4C7F">
              <w:rPr>
                <w:rFonts w:ascii="Poppins" w:hAnsi="Poppins" w:cs="Poppins"/>
                <w:bCs/>
                <w:sz w:val="20"/>
              </w:rPr>
              <w:t>.</w:t>
            </w:r>
          </w:p>
          <w:p w14:paraId="1BE7E135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>Completo di 2 nippli girevoli 1" M-M.</w:t>
            </w:r>
          </w:p>
          <w:p w14:paraId="29B76ADF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8BC4D3" w14:textId="2493F65F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 xml:space="preserve">Modello: </w:t>
            </w:r>
            <w:r w:rsidR="00C86408">
              <w:rPr>
                <w:rFonts w:ascii="Poppins" w:hAnsi="Poppins" w:cs="Poppins"/>
                <w:bCs/>
                <w:sz w:val="20"/>
              </w:rPr>
              <w:t>3</w:t>
            </w:r>
            <w:r w:rsidRPr="001B4C7F">
              <w:rPr>
                <w:rFonts w:ascii="Poppins" w:hAnsi="Poppins" w:cs="Poppins"/>
                <w:bCs/>
                <w:sz w:val="20"/>
              </w:rPr>
              <w:t xml:space="preserve"> vie, 24x19</w:t>
            </w:r>
          </w:p>
          <w:p w14:paraId="190ACE5D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1AB281" w14:textId="5C5F3734" w:rsidR="001B4C7F" w:rsidRPr="006840AA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/>
                <w:sz w:val="20"/>
              </w:rPr>
              <w:t xml:space="preserve">Marca Emmeti – Modello Kit estensione per collettori Topway 1” 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1B4C7F">
              <w:rPr>
                <w:rFonts w:ascii="Poppins" w:hAnsi="Poppins" w:cs="Poppins"/>
                <w:b/>
                <w:sz w:val="20"/>
              </w:rPr>
              <w:t xml:space="preserve"> vie 24x19 o equivalente.</w:t>
            </w:r>
          </w:p>
        </w:tc>
      </w:tr>
      <w:tr w:rsidR="001B4C7F" w14:paraId="03FF57BF" w14:textId="77777777" w:rsidTr="00F12594">
        <w:tc>
          <w:tcPr>
            <w:tcW w:w="1311" w:type="dxa"/>
          </w:tcPr>
          <w:p w14:paraId="087E90BF" w14:textId="10D245B2" w:rsidR="001B4C7F" w:rsidRDefault="001B4C7F" w:rsidP="001B4C7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01292320</w:t>
            </w:r>
          </w:p>
        </w:tc>
        <w:tc>
          <w:tcPr>
            <w:tcW w:w="2086" w:type="dxa"/>
          </w:tcPr>
          <w:p w14:paraId="7A83B31E" w14:textId="3EB3A19A" w:rsidR="001B4C7F" w:rsidRPr="00130587" w:rsidRDefault="001B4C7F" w:rsidP="001B4C7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C26F7">
              <w:rPr>
                <w:rFonts w:ascii="Poppins" w:hAnsi="Poppins" w:cs="Poppins"/>
                <w:bCs/>
                <w:sz w:val="20"/>
              </w:rPr>
              <w:t xml:space="preserve">Kit estensione per collettori Topway </w:t>
            </w:r>
            <w:r>
              <w:rPr>
                <w:rFonts w:ascii="Poppins" w:hAnsi="Poppins" w:cs="Poppins"/>
                <w:bCs/>
                <w:sz w:val="20"/>
              </w:rPr>
              <w:t xml:space="preserve">1”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6C26F7">
              <w:rPr>
                <w:rFonts w:ascii="Poppins" w:hAnsi="Poppins" w:cs="Poppins"/>
                <w:bCs/>
                <w:sz w:val="20"/>
              </w:rPr>
              <w:t xml:space="preserve"> vie 24x19</w:t>
            </w:r>
          </w:p>
        </w:tc>
        <w:tc>
          <w:tcPr>
            <w:tcW w:w="6101" w:type="dxa"/>
          </w:tcPr>
          <w:p w14:paraId="7F030F99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 xml:space="preserve">Kit estensione per collettori in </w:t>
            </w:r>
            <w:r>
              <w:rPr>
                <w:rFonts w:ascii="Poppins" w:hAnsi="Poppins" w:cs="Poppins"/>
                <w:bCs/>
                <w:sz w:val="20"/>
              </w:rPr>
              <w:t>ottone</w:t>
            </w:r>
            <w:r w:rsidRPr="001B4C7F">
              <w:rPr>
                <w:rFonts w:ascii="Poppins" w:hAnsi="Poppins" w:cs="Poppins"/>
                <w:bCs/>
                <w:sz w:val="20"/>
              </w:rPr>
              <w:t xml:space="preserve"> Topway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  <w:r w:rsidRPr="001B4C7F">
              <w:rPr>
                <w:rFonts w:ascii="Poppins" w:hAnsi="Poppins" w:cs="Poppins"/>
                <w:bCs/>
                <w:sz w:val="20"/>
              </w:rPr>
              <w:t>.</w:t>
            </w:r>
          </w:p>
          <w:p w14:paraId="337A668E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t>Completo di 2 nippli girevoli 1" M-M.</w:t>
            </w:r>
          </w:p>
          <w:p w14:paraId="79BD26BB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83C945" w14:textId="584FAB40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Cs/>
                <w:sz w:val="20"/>
              </w:rPr>
              <w:lastRenderedPageBreak/>
              <w:t xml:space="preserve">Modello: </w:t>
            </w:r>
            <w:r w:rsidR="00C86408">
              <w:rPr>
                <w:rFonts w:ascii="Poppins" w:hAnsi="Poppins" w:cs="Poppins"/>
                <w:bCs/>
                <w:sz w:val="20"/>
              </w:rPr>
              <w:t>4</w:t>
            </w:r>
            <w:r w:rsidRPr="001B4C7F">
              <w:rPr>
                <w:rFonts w:ascii="Poppins" w:hAnsi="Poppins" w:cs="Poppins"/>
                <w:bCs/>
                <w:sz w:val="20"/>
              </w:rPr>
              <w:t xml:space="preserve"> vie, 24x19</w:t>
            </w:r>
          </w:p>
          <w:p w14:paraId="22CD474A" w14:textId="77777777" w:rsidR="001B4C7F" w:rsidRPr="001B4C7F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7B8DE5" w14:textId="6C228972" w:rsidR="001B4C7F" w:rsidRPr="006840AA" w:rsidRDefault="001B4C7F" w:rsidP="001B4C7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1B4C7F">
              <w:rPr>
                <w:rFonts w:ascii="Poppins" w:hAnsi="Poppins" w:cs="Poppins"/>
                <w:b/>
                <w:sz w:val="20"/>
              </w:rPr>
              <w:t xml:space="preserve">Marca Emmeti – Modello Kit estensione per collettori Topway 1” 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1B4C7F">
              <w:rPr>
                <w:rFonts w:ascii="Poppins" w:hAnsi="Poppins" w:cs="Poppins"/>
                <w:b/>
                <w:sz w:val="20"/>
              </w:rPr>
              <w:t xml:space="preserve"> vie 24x19 o equivalente.</w:t>
            </w:r>
          </w:p>
        </w:tc>
      </w:tr>
      <w:tr w:rsidR="0090708B" w14:paraId="579857C4" w14:textId="77777777" w:rsidTr="00F12594">
        <w:tc>
          <w:tcPr>
            <w:tcW w:w="1311" w:type="dxa"/>
          </w:tcPr>
          <w:p w14:paraId="4A42E859" w14:textId="7A9D8FE3" w:rsidR="0090708B" w:rsidRDefault="0090708B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</w:t>
            </w:r>
            <w:r w:rsidR="00EB5A86">
              <w:rPr>
                <w:rFonts w:ascii="Poppins" w:hAnsi="Poppins" w:cs="Poppins"/>
                <w:bCs/>
                <w:sz w:val="20"/>
              </w:rPr>
              <w:t>300018</w:t>
            </w:r>
          </w:p>
        </w:tc>
        <w:tc>
          <w:tcPr>
            <w:tcW w:w="2086" w:type="dxa"/>
          </w:tcPr>
          <w:p w14:paraId="03D87D6C" w14:textId="212ADD1B" w:rsidR="0090708B" w:rsidRPr="00130587" w:rsidRDefault="00EB5A86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B5A86">
              <w:rPr>
                <w:rFonts w:ascii="Poppins" w:hAnsi="Poppins" w:cs="Poppins"/>
                <w:bCs/>
                <w:sz w:val="20"/>
              </w:rPr>
              <w:t>Kit via aggiuntiva per collettori Topway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  <w:r w:rsidRPr="00EB5A86">
              <w:rPr>
                <w:rFonts w:ascii="Poppins" w:hAnsi="Poppins" w:cs="Poppins"/>
                <w:bCs/>
                <w:sz w:val="20"/>
              </w:rPr>
              <w:t xml:space="preserve"> 1 via 24x19</w:t>
            </w:r>
          </w:p>
        </w:tc>
        <w:tc>
          <w:tcPr>
            <w:tcW w:w="6101" w:type="dxa"/>
          </w:tcPr>
          <w:p w14:paraId="0AD2A754" w14:textId="0600ED71" w:rsid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Kit via aggiuntiva per collettori Topway 1".</w:t>
            </w:r>
          </w:p>
          <w:p w14:paraId="3F6E3DD9" w14:textId="77777777" w:rsid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Comprende 2 raccordi a Tee per installare le 2 valvole di sfiato aria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Cs/>
                <w:sz w:val="20"/>
              </w:rPr>
              <w:t>i 2 rubinetti forniti di serie con il collettore.</w:t>
            </w:r>
          </w:p>
          <w:p w14:paraId="37E697D4" w14:textId="77136DF5" w:rsidR="004D6127" w:rsidRP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Utilizzare il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Cs/>
                <w:sz w:val="20"/>
              </w:rPr>
              <w:t>misuratore di portata e la valvola sulla via del collettore rimasta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Cs/>
                <w:sz w:val="20"/>
              </w:rPr>
              <w:t>libera.</w:t>
            </w:r>
          </w:p>
          <w:p w14:paraId="245B7224" w14:textId="77777777" w:rsidR="004D6127" w:rsidRP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336858D" w14:textId="77777777" w:rsidR="004D6127" w:rsidRP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Modello: 1 via, 24x19</w:t>
            </w:r>
          </w:p>
          <w:p w14:paraId="3DAE4E16" w14:textId="77777777" w:rsidR="004D6127" w:rsidRP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50389B" w14:textId="3265C600" w:rsidR="0090708B" w:rsidRPr="004D6127" w:rsidRDefault="004D6127" w:rsidP="004D6127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4D6127">
              <w:rPr>
                <w:rFonts w:ascii="Poppins" w:hAnsi="Poppins" w:cs="Poppins"/>
                <w:b/>
                <w:sz w:val="20"/>
              </w:rPr>
              <w:t xml:space="preserve">Marca Emmeti – Modello Kit via aggiuntiva per collettori Topway </w:t>
            </w:r>
            <w:r w:rsidR="00681DC2">
              <w:rPr>
                <w:rFonts w:ascii="Poppins" w:hAnsi="Poppins" w:cs="Poppins"/>
                <w:b/>
                <w:sz w:val="20"/>
              </w:rPr>
              <w:t xml:space="preserve">1” </w:t>
            </w:r>
            <w:r w:rsidRPr="004D6127">
              <w:rPr>
                <w:rFonts w:ascii="Poppins" w:hAnsi="Poppins" w:cs="Poppins"/>
                <w:b/>
                <w:sz w:val="20"/>
              </w:rPr>
              <w:t>1 via</w:t>
            </w:r>
            <w:r w:rsidRPr="004D6127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/>
                <w:sz w:val="20"/>
              </w:rPr>
              <w:t>24x19 o equivalente.</w:t>
            </w:r>
          </w:p>
        </w:tc>
      </w:tr>
      <w:tr w:rsidR="00681DC2" w14:paraId="322DF65C" w14:textId="77777777" w:rsidTr="00F12594">
        <w:tc>
          <w:tcPr>
            <w:tcW w:w="1311" w:type="dxa"/>
          </w:tcPr>
          <w:p w14:paraId="5F95CFCA" w14:textId="5B1A4C79" w:rsidR="00681DC2" w:rsidRDefault="00681DC2" w:rsidP="00681D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01300020</w:t>
            </w:r>
          </w:p>
        </w:tc>
        <w:tc>
          <w:tcPr>
            <w:tcW w:w="2086" w:type="dxa"/>
          </w:tcPr>
          <w:p w14:paraId="11516C73" w14:textId="49B90D62" w:rsidR="00681DC2" w:rsidRPr="00130587" w:rsidRDefault="00681DC2" w:rsidP="00681D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B5A86">
              <w:rPr>
                <w:rFonts w:ascii="Poppins" w:hAnsi="Poppins" w:cs="Poppins"/>
                <w:bCs/>
                <w:sz w:val="20"/>
              </w:rPr>
              <w:t>Kit via aggiuntiva per collettori Topway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 w:rsidRPr="00EB5A86">
              <w:rPr>
                <w:rFonts w:ascii="Poppins" w:hAnsi="Poppins" w:cs="Poppins"/>
                <w:bCs/>
                <w:sz w:val="20"/>
              </w:rPr>
              <w:t xml:space="preserve"> 1 via 24x19</w:t>
            </w:r>
          </w:p>
        </w:tc>
        <w:tc>
          <w:tcPr>
            <w:tcW w:w="6101" w:type="dxa"/>
          </w:tcPr>
          <w:p w14:paraId="7E59CB3F" w14:textId="0BAAB7B6" w:rsidR="00681DC2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Kit via aggiuntiva per collettori Topway 1"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 w:rsidRPr="004D6127">
              <w:rPr>
                <w:rFonts w:ascii="Poppins" w:hAnsi="Poppins" w:cs="Poppins"/>
                <w:bCs/>
                <w:sz w:val="20"/>
              </w:rPr>
              <w:t>.</w:t>
            </w:r>
          </w:p>
          <w:p w14:paraId="55D73555" w14:textId="77777777" w:rsidR="00681DC2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Comprende 2 raccordi a Tee per installare le 2 valvole di sfiato aria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Cs/>
                <w:sz w:val="20"/>
              </w:rPr>
              <w:t>i 2 rubinetti forniti di serie con il collettore.</w:t>
            </w:r>
          </w:p>
          <w:p w14:paraId="3C25EB0D" w14:textId="77777777" w:rsidR="00681DC2" w:rsidRPr="004D6127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Utilizzare il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Cs/>
                <w:sz w:val="20"/>
              </w:rPr>
              <w:t>misuratore di portata e la valvola sulla via del collettore rimasta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Cs/>
                <w:sz w:val="20"/>
              </w:rPr>
              <w:t>libera.</w:t>
            </w:r>
          </w:p>
          <w:p w14:paraId="15B71E27" w14:textId="77777777" w:rsidR="00681DC2" w:rsidRPr="004D6127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0C7C23" w14:textId="77777777" w:rsidR="00681DC2" w:rsidRPr="004D6127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Cs/>
                <w:sz w:val="20"/>
              </w:rPr>
              <w:t>Modello: 1 via, 24x19</w:t>
            </w:r>
          </w:p>
          <w:p w14:paraId="53030682" w14:textId="77777777" w:rsidR="00681DC2" w:rsidRPr="004D6127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BBA391D" w14:textId="576366B5" w:rsidR="00681DC2" w:rsidRPr="006840AA" w:rsidRDefault="00681DC2" w:rsidP="00681DC2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4D6127">
              <w:rPr>
                <w:rFonts w:ascii="Poppins" w:hAnsi="Poppins" w:cs="Poppins"/>
                <w:b/>
                <w:sz w:val="20"/>
              </w:rPr>
              <w:t xml:space="preserve">Marca Emmeti – Modello Kit via aggiuntiva per collettori Topway </w:t>
            </w:r>
            <w:r>
              <w:rPr>
                <w:rFonts w:ascii="Poppins" w:hAnsi="Poppins" w:cs="Poppins"/>
                <w:b/>
                <w:sz w:val="20"/>
              </w:rPr>
              <w:t>1”</w:t>
            </w:r>
            <w:r>
              <w:rPr>
                <w:rFonts w:ascii="Poppins" w:hAnsi="Poppins" w:cs="Poppins"/>
                <w:b/>
                <w:sz w:val="20"/>
              </w:rPr>
              <w:t>1/4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D6127">
              <w:rPr>
                <w:rFonts w:ascii="Poppins" w:hAnsi="Poppins" w:cs="Poppins"/>
                <w:b/>
                <w:sz w:val="20"/>
              </w:rPr>
              <w:t>1 via 24x19 o equivalente.</w:t>
            </w:r>
          </w:p>
        </w:tc>
      </w:tr>
      <w:tr w:rsidR="001F322A" w14:paraId="5629C8EE" w14:textId="77777777" w:rsidTr="00F12594">
        <w:tc>
          <w:tcPr>
            <w:tcW w:w="1311" w:type="dxa"/>
            <w:hideMark/>
          </w:tcPr>
          <w:p w14:paraId="59DF49D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01306254</w:t>
            </w:r>
          </w:p>
        </w:tc>
        <w:tc>
          <w:tcPr>
            <w:tcW w:w="2086" w:type="dxa"/>
          </w:tcPr>
          <w:p w14:paraId="6621E44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prolunga per collettori Topway da 1”</w:t>
            </w:r>
          </w:p>
        </w:tc>
        <w:tc>
          <w:tcPr>
            <w:tcW w:w="6101" w:type="dxa"/>
          </w:tcPr>
          <w:p w14:paraId="3D40343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prolunga M-F da 1” per collettore Topway.</w:t>
            </w:r>
          </w:p>
          <w:p w14:paraId="631FFE7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71146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prolunga per collettori Topway da 1” o  equivalente.</w:t>
            </w:r>
          </w:p>
        </w:tc>
      </w:tr>
      <w:tr w:rsidR="001F322A" w14:paraId="1056BE6C" w14:textId="77777777" w:rsidTr="00F12594">
        <w:tc>
          <w:tcPr>
            <w:tcW w:w="1311" w:type="dxa"/>
            <w:hideMark/>
          </w:tcPr>
          <w:p w14:paraId="1C0E2DC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01306256</w:t>
            </w:r>
          </w:p>
        </w:tc>
        <w:tc>
          <w:tcPr>
            <w:tcW w:w="2086" w:type="dxa"/>
          </w:tcPr>
          <w:p w14:paraId="66FFD50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prolunga per collettori Topway da 1”1/4</w:t>
            </w:r>
          </w:p>
        </w:tc>
        <w:tc>
          <w:tcPr>
            <w:tcW w:w="6101" w:type="dxa"/>
          </w:tcPr>
          <w:p w14:paraId="7F9D742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prolunga M-F da 1”1/4 per collettore Topway.</w:t>
            </w:r>
          </w:p>
          <w:p w14:paraId="567D852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86A47F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prolunga per collettori Topway da 1”1/4 o  equivalente.</w:t>
            </w:r>
          </w:p>
        </w:tc>
      </w:tr>
      <w:tr w:rsidR="007338F1" w14:paraId="232016B7" w14:textId="77777777" w:rsidTr="00F12594">
        <w:tc>
          <w:tcPr>
            <w:tcW w:w="1311" w:type="dxa"/>
          </w:tcPr>
          <w:p w14:paraId="552344AE" w14:textId="18117A4B" w:rsidR="007338F1" w:rsidRPr="00AD64E0" w:rsidRDefault="007338F1" w:rsidP="007338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01300000</w:t>
            </w:r>
          </w:p>
        </w:tc>
        <w:tc>
          <w:tcPr>
            <w:tcW w:w="2086" w:type="dxa"/>
          </w:tcPr>
          <w:p w14:paraId="450EADA3" w14:textId="54C0F3CF" w:rsidR="007338F1" w:rsidRPr="00AD64E0" w:rsidRDefault="007338F1" w:rsidP="007338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Raccordo sdoppiatore per collettori 24x19</w:t>
            </w:r>
          </w:p>
        </w:tc>
        <w:tc>
          <w:tcPr>
            <w:tcW w:w="6101" w:type="dxa"/>
          </w:tcPr>
          <w:p w14:paraId="47EA2BB8" w14:textId="77777777" w:rsidR="007338F1" w:rsidRDefault="007338F1" w:rsidP="007338F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sdoppiatore per collettori con derivazione 24x19.</w:t>
            </w:r>
          </w:p>
          <w:p w14:paraId="7D9C1738" w14:textId="77777777" w:rsidR="007338F1" w:rsidRDefault="007338F1" w:rsidP="007338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33B654" w14:textId="77777777" w:rsidR="007338F1" w:rsidRPr="005E3C1E" w:rsidRDefault="007338F1" w:rsidP="007338F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E3C1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2E69F71" w14:textId="77777777" w:rsidR="007338F1" w:rsidRDefault="007338F1" w:rsidP="007338F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Interasse: 50 mm</w:t>
            </w:r>
          </w:p>
          <w:p w14:paraId="047F6D40" w14:textId="77777777" w:rsidR="007338F1" w:rsidRDefault="007338F1" w:rsidP="007338F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Interasse derivazioni sdoppiatore: 36 mm</w:t>
            </w:r>
          </w:p>
          <w:p w14:paraId="278ED065" w14:textId="77777777" w:rsidR="007338F1" w:rsidRPr="003B756E" w:rsidRDefault="007338F1" w:rsidP="007338F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Filettatura: UNI EN ISO 228-1</w:t>
            </w:r>
          </w:p>
          <w:p w14:paraId="2CDD899C" w14:textId="77777777" w:rsidR="007338F1" w:rsidRDefault="007338F1" w:rsidP="007338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282BAB" w14:textId="49F4F41F" w:rsidR="007338F1" w:rsidRPr="00961CBA" w:rsidRDefault="007338F1" w:rsidP="007338F1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EA4DAF">
              <w:rPr>
                <w:rFonts w:ascii="Poppins" w:hAnsi="Poppins" w:cs="Poppins"/>
                <w:b/>
                <w:bCs/>
                <w:sz w:val="20"/>
              </w:rPr>
              <w:t>Raccordo sdoppiatore per collettori 24x19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61C17" w14:paraId="74E57BD2" w14:textId="77777777" w:rsidTr="00F12594">
        <w:tc>
          <w:tcPr>
            <w:tcW w:w="1311" w:type="dxa"/>
            <w:hideMark/>
          </w:tcPr>
          <w:p w14:paraId="6AD3EEDA" w14:textId="06DD6528" w:rsidR="00F61C17" w:rsidRPr="00AD64E0" w:rsidRDefault="00F61C17" w:rsidP="00F61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28130606</w:t>
            </w:r>
          </w:p>
        </w:tc>
        <w:tc>
          <w:tcPr>
            <w:tcW w:w="2086" w:type="dxa"/>
            <w:hideMark/>
          </w:tcPr>
          <w:p w14:paraId="5F7F152F" w14:textId="694D1989" w:rsidR="00F61C17" w:rsidRPr="00AD64E0" w:rsidRDefault="00F61C17" w:rsidP="00F61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Raccordo sdoppiatore per collettori 3/4" Eurocono</w:t>
            </w:r>
          </w:p>
        </w:tc>
        <w:tc>
          <w:tcPr>
            <w:tcW w:w="6101" w:type="dxa"/>
          </w:tcPr>
          <w:p w14:paraId="2D2073E5" w14:textId="77777777" w:rsidR="00F61C17" w:rsidRDefault="00F61C17" w:rsidP="00F61C17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Raccordo sdoppiatore per collettori con derivazione </w:t>
            </w:r>
            <w:r>
              <w:rPr>
                <w:rFonts w:ascii="Poppins" w:hAnsi="Poppins" w:cs="Poppins"/>
                <w:bCs/>
                <w:sz w:val="20"/>
              </w:rPr>
              <w:t>3/4" Eurocono.</w:t>
            </w:r>
          </w:p>
          <w:p w14:paraId="510AD94E" w14:textId="77777777" w:rsidR="00F61C17" w:rsidRDefault="00F61C17" w:rsidP="00F61C1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3F5942" w14:textId="77777777" w:rsidR="00F61C17" w:rsidRPr="005E3C1E" w:rsidRDefault="00F61C17" w:rsidP="00F61C1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E3C1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14FFD3D" w14:textId="77777777" w:rsidR="00F61C17" w:rsidRDefault="00F61C17" w:rsidP="00F61C17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Interasse: 50 mm</w:t>
            </w:r>
          </w:p>
          <w:p w14:paraId="14B2D2D9" w14:textId="77777777" w:rsidR="00F61C17" w:rsidRDefault="00F61C17" w:rsidP="00F61C17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Interasse derivazioni sdoppiatore: 36 mm</w:t>
            </w:r>
          </w:p>
          <w:p w14:paraId="2B4F7F76" w14:textId="77777777" w:rsidR="00F61C17" w:rsidRPr="003B756E" w:rsidRDefault="00F61C17" w:rsidP="00F61C17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Filettatura: UNI EN ISO 228-1</w:t>
            </w:r>
          </w:p>
          <w:p w14:paraId="23D9A74A" w14:textId="77777777" w:rsidR="00F61C17" w:rsidRDefault="00F61C17" w:rsidP="00F61C1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3B818B" w14:textId="6FF3780E" w:rsidR="00F61C17" w:rsidRPr="00AD64E0" w:rsidRDefault="00F61C17" w:rsidP="00F61C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EA4DAF">
              <w:rPr>
                <w:rFonts w:ascii="Poppins" w:hAnsi="Poppins" w:cs="Poppins"/>
                <w:b/>
                <w:bCs/>
                <w:sz w:val="20"/>
              </w:rPr>
              <w:t>Raccordo sdoppiatore per collettori 3/4" Eurocono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F322A" w14:paraId="7C75C42E" w14:textId="77777777" w:rsidTr="00F12594">
        <w:tc>
          <w:tcPr>
            <w:tcW w:w="1311" w:type="dxa"/>
            <w:hideMark/>
          </w:tcPr>
          <w:p w14:paraId="22CC2EB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01306320</w:t>
            </w:r>
          </w:p>
        </w:tc>
        <w:tc>
          <w:tcPr>
            <w:tcW w:w="2086" w:type="dxa"/>
          </w:tcPr>
          <w:p w14:paraId="0E27D21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Fascette rosse blocca regolazione</w:t>
            </w:r>
          </w:p>
        </w:tc>
        <w:tc>
          <w:tcPr>
            <w:tcW w:w="6101" w:type="dxa"/>
          </w:tcPr>
          <w:p w14:paraId="28B42A2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Fascette rosse blocca regolazione con etichette di identificazione circuiti.</w:t>
            </w:r>
          </w:p>
          <w:p w14:paraId="22C2EE6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B41523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 1” – 1”1/4</w:t>
            </w:r>
          </w:p>
          <w:p w14:paraId="03FAFB0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Confezione da 12 fascette </w:t>
            </w:r>
          </w:p>
          <w:p w14:paraId="4E7D954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2D4E58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Fascette rosse blocca regolazione o  equivalente.</w:t>
            </w:r>
          </w:p>
        </w:tc>
      </w:tr>
      <w:tr w:rsidR="001F322A" w14:paraId="6F9CA7F5" w14:textId="77777777" w:rsidTr="00F12594">
        <w:tc>
          <w:tcPr>
            <w:tcW w:w="1311" w:type="dxa"/>
            <w:hideMark/>
          </w:tcPr>
          <w:p w14:paraId="4CF400A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00400662</w:t>
            </w:r>
          </w:p>
        </w:tc>
        <w:tc>
          <w:tcPr>
            <w:tcW w:w="2086" w:type="dxa"/>
          </w:tcPr>
          <w:p w14:paraId="47C944A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Varia </w:t>
            </w:r>
          </w:p>
          <w:p w14:paraId="0F5BB9E6" w14:textId="2CFB0C6E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valvola di sfiato </w:t>
            </w:r>
            <w:r w:rsidR="00B573F4">
              <w:rPr>
                <w:rFonts w:ascii="Poppins" w:hAnsi="Poppins" w:cs="Poppins"/>
                <w:bCs/>
                <w:sz w:val="20"/>
              </w:rPr>
              <w:t>1/2”</w:t>
            </w:r>
          </w:p>
        </w:tc>
        <w:tc>
          <w:tcPr>
            <w:tcW w:w="6101" w:type="dxa"/>
          </w:tcPr>
          <w:p w14:paraId="4CF7705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Valvola di sfiato aria nichelata da 1/2".</w:t>
            </w:r>
          </w:p>
          <w:p w14:paraId="4B9E886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E30752" w14:textId="55803EAB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Varia valvola di sfiato</w:t>
            </w:r>
            <w:r w:rsidR="00B573F4">
              <w:rPr>
                <w:rFonts w:ascii="Poppins" w:hAnsi="Poppins" w:cs="Poppins"/>
                <w:b/>
                <w:bCs/>
                <w:sz w:val="20"/>
              </w:rPr>
              <w:t xml:space="preserve"> 1/2”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</w:t>
            </w:r>
            <w:r w:rsidR="00CD1EB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1F322A" w14:paraId="2521545D" w14:textId="77777777" w:rsidTr="00F12594">
        <w:tc>
          <w:tcPr>
            <w:tcW w:w="1311" w:type="dxa"/>
            <w:hideMark/>
          </w:tcPr>
          <w:p w14:paraId="67E453A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00400004</w:t>
            </w:r>
          </w:p>
        </w:tc>
        <w:tc>
          <w:tcPr>
            <w:tcW w:w="2086" w:type="dxa"/>
          </w:tcPr>
          <w:p w14:paraId="41D86A92" w14:textId="3F75D3DB" w:rsidR="001F322A" w:rsidRPr="00AD64E0" w:rsidRDefault="000C10C1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 xml:space="preserve">Tecno-Varia </w:t>
            </w:r>
            <w:r>
              <w:rPr>
                <w:rFonts w:ascii="Poppins" w:hAnsi="Poppins" w:cs="Poppins"/>
                <w:bCs/>
                <w:sz w:val="20"/>
              </w:rPr>
              <w:t>v</w:t>
            </w:r>
            <w:r w:rsidRPr="000C10C1">
              <w:rPr>
                <w:rFonts w:ascii="Poppins" w:hAnsi="Poppins" w:cs="Poppins"/>
                <w:bCs/>
                <w:sz w:val="20"/>
              </w:rPr>
              <w:t xml:space="preserve">alvola di 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0C10C1">
              <w:rPr>
                <w:rFonts w:ascii="Poppins" w:hAnsi="Poppins" w:cs="Poppins"/>
                <w:bCs/>
                <w:sz w:val="20"/>
              </w:rPr>
              <w:t>fiato automatico 1/2" standard</w:t>
            </w:r>
          </w:p>
        </w:tc>
        <w:tc>
          <w:tcPr>
            <w:tcW w:w="6101" w:type="dxa"/>
          </w:tcPr>
          <w:p w14:paraId="676DD6E6" w14:textId="4FB1BEB2" w:rsidR="000C10C1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Valvola di sfiato da 1/2"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C10C1">
              <w:rPr>
                <w:rFonts w:ascii="Poppins" w:hAnsi="Poppins" w:cs="Poppins"/>
                <w:bCs/>
                <w:sz w:val="20"/>
              </w:rPr>
              <w:t>standard, automatica con coperchio di plastica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C10C1">
              <w:rPr>
                <w:rFonts w:ascii="Poppins" w:hAnsi="Poppins" w:cs="Poppins"/>
                <w:bCs/>
                <w:sz w:val="20"/>
              </w:rPr>
              <w:t>e camera d’aria anti sporcizia.</w:t>
            </w:r>
          </w:p>
          <w:p w14:paraId="7BDA32D5" w14:textId="77777777" w:rsidR="000C10C1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DD0A30" w14:textId="77777777" w:rsidR="000C10C1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0C10C1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46DCDA88" w14:textId="1F43ECBF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Coperchio in Zytel (HTN51)</w:t>
            </w:r>
          </w:p>
          <w:p w14:paraId="21B8806E" w14:textId="0BDE2139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Bicchiere in ottone ST UNI EN 12165 CW617N</w:t>
            </w:r>
          </w:p>
          <w:p w14:paraId="3E23BA74" w14:textId="63AD4645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Cappuccio nero per sfiato manuale in PA 6 rinforzato</w:t>
            </w:r>
          </w:p>
          <w:p w14:paraId="7BB4BA58" w14:textId="096DB89C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Cappuccio grigio per sfiato automatico in PA 6 rinforzato</w:t>
            </w:r>
          </w:p>
          <w:p w14:paraId="5F5DC9BD" w14:textId="514FEF98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Galleggiante in PP</w:t>
            </w:r>
          </w:p>
          <w:p w14:paraId="2C113699" w14:textId="02A77988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Asta in PA 6</w:t>
            </w:r>
          </w:p>
          <w:p w14:paraId="2B684461" w14:textId="6DEE0BAE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Ghiera in PPO</w:t>
            </w:r>
          </w:p>
          <w:p w14:paraId="5A140AF0" w14:textId="6042F1AC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Molla in acciaio inox</w:t>
            </w:r>
          </w:p>
          <w:p w14:paraId="4DF480E3" w14:textId="033E2DC7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Otturatore in gomma siliconica</w:t>
            </w:r>
          </w:p>
          <w:p w14:paraId="38016D4A" w14:textId="036EDA0D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O-Ring di tenuta in NBR</w:t>
            </w:r>
          </w:p>
          <w:p w14:paraId="29CA8E25" w14:textId="4EAFE563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Rompibolla in PA 6 rinforzato</w:t>
            </w:r>
          </w:p>
          <w:p w14:paraId="5ABBE83F" w14:textId="4CFFEE6E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Guarnizione in NBR</w:t>
            </w:r>
          </w:p>
          <w:p w14:paraId="75C9ABAD" w14:textId="77777777" w:rsidR="000C10C1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CBF02D" w14:textId="77777777" w:rsidR="000C10C1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0C10C1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C9D094" w14:textId="0F60353A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lastRenderedPageBreak/>
              <w:t>Pressione massima: 10 bar</w:t>
            </w:r>
          </w:p>
          <w:p w14:paraId="0F539CA1" w14:textId="78E6BA4C" w:rsidR="000C10C1" w:rsidRPr="000C10C1" w:rsidRDefault="000C10C1" w:rsidP="000C10C1">
            <w:pPr>
              <w:pStyle w:val="Intestazione"/>
              <w:numPr>
                <w:ilvl w:val="0"/>
                <w:numId w:val="22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0C10C1">
              <w:rPr>
                <w:rFonts w:ascii="Poppins" w:hAnsi="Poppins" w:cs="Poppins"/>
                <w:bCs/>
                <w:sz w:val="20"/>
              </w:rPr>
              <w:t>Temperatura massima: 110°C</w:t>
            </w:r>
          </w:p>
          <w:p w14:paraId="15AC7E52" w14:textId="77777777" w:rsidR="000C10C1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11EF98" w14:textId="1FCA84B3" w:rsidR="001F322A" w:rsidRPr="000C10C1" w:rsidRDefault="000C10C1" w:rsidP="000C10C1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0C10C1">
              <w:rPr>
                <w:rFonts w:ascii="Poppins" w:hAnsi="Poppins" w:cs="Poppins"/>
                <w:b/>
                <w:sz w:val="20"/>
              </w:rPr>
              <w:t xml:space="preserve">Marca Emmeti - Modello Tecno-Varia </w:t>
            </w:r>
            <w:r>
              <w:rPr>
                <w:rFonts w:ascii="Poppins" w:hAnsi="Poppins" w:cs="Poppins"/>
                <w:b/>
                <w:sz w:val="20"/>
              </w:rPr>
              <w:t>v</w:t>
            </w:r>
            <w:r w:rsidRPr="000C10C1">
              <w:rPr>
                <w:rFonts w:ascii="Poppins" w:hAnsi="Poppins" w:cs="Poppins"/>
                <w:b/>
                <w:sz w:val="20"/>
              </w:rPr>
              <w:t xml:space="preserve">alvola di 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r w:rsidRPr="000C10C1">
              <w:rPr>
                <w:rFonts w:ascii="Poppins" w:hAnsi="Poppins" w:cs="Poppins"/>
                <w:b/>
                <w:sz w:val="20"/>
              </w:rPr>
              <w:t>fiato automatico 1/2" standard o equivalente.</w:t>
            </w:r>
          </w:p>
        </w:tc>
      </w:tr>
      <w:tr w:rsidR="001F322A" w14:paraId="5AE50C60" w14:textId="77777777" w:rsidTr="00F12594">
        <w:tc>
          <w:tcPr>
            <w:tcW w:w="1311" w:type="dxa"/>
            <w:hideMark/>
          </w:tcPr>
          <w:p w14:paraId="0AAE4BD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90011750</w:t>
            </w:r>
          </w:p>
        </w:tc>
        <w:tc>
          <w:tcPr>
            <w:tcW w:w="2086" w:type="dxa"/>
          </w:tcPr>
          <w:p w14:paraId="5B9FC7E6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Valvola di scarico</w:t>
            </w:r>
          </w:p>
        </w:tc>
        <w:tc>
          <w:tcPr>
            <w:tcW w:w="6101" w:type="dxa"/>
          </w:tcPr>
          <w:p w14:paraId="1BC4B22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Valvola di scarico nichelata da 1/2".</w:t>
            </w:r>
          </w:p>
          <w:p w14:paraId="63F23AD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C8DD7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Valvola di scarico o  equivalente.</w:t>
            </w:r>
          </w:p>
        </w:tc>
      </w:tr>
      <w:tr w:rsidR="001F322A" w14:paraId="7730139C" w14:textId="77777777" w:rsidTr="00F12594">
        <w:tc>
          <w:tcPr>
            <w:tcW w:w="1311" w:type="dxa"/>
          </w:tcPr>
          <w:p w14:paraId="23EA4615" w14:textId="65A44AF0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01306824</w:t>
            </w:r>
          </w:p>
        </w:tc>
        <w:tc>
          <w:tcPr>
            <w:tcW w:w="2086" w:type="dxa"/>
          </w:tcPr>
          <w:p w14:paraId="6D8F65AC" w14:textId="6A416FE9" w:rsidR="001F322A" w:rsidRPr="00AD64E0" w:rsidRDefault="00C17750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17750">
              <w:rPr>
                <w:rFonts w:ascii="Poppins" w:hAnsi="Poppins" w:cs="Poppins"/>
                <w:bCs/>
                <w:sz w:val="20"/>
              </w:rPr>
              <w:t>Valvola di carico e scarico da 1/2"</w:t>
            </w:r>
          </w:p>
        </w:tc>
        <w:tc>
          <w:tcPr>
            <w:tcW w:w="6101" w:type="dxa"/>
          </w:tcPr>
          <w:p w14:paraId="52498AA5" w14:textId="64EB7060" w:rsidR="00C17750" w:rsidRPr="00C17750" w:rsidRDefault="00C17750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C17750">
              <w:rPr>
                <w:rFonts w:ascii="Poppins" w:hAnsi="Poppins" w:cs="Poppins"/>
                <w:bCs/>
                <w:sz w:val="20"/>
              </w:rPr>
              <w:t>Valvola di carico e scarico nichelata da 1/2" con attacco maschio 3/4"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17750">
              <w:rPr>
                <w:rFonts w:ascii="Poppins" w:hAnsi="Poppins" w:cs="Poppins"/>
                <w:bCs/>
                <w:sz w:val="20"/>
              </w:rPr>
              <w:t>orientabile.</w:t>
            </w:r>
          </w:p>
          <w:p w14:paraId="6A58C267" w14:textId="77777777" w:rsidR="00C17750" w:rsidRPr="00C17750" w:rsidRDefault="00C17750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13C73B7" w14:textId="206127DA" w:rsidR="001F322A" w:rsidRPr="00C17750" w:rsidRDefault="00C17750" w:rsidP="008E5BF5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C17750">
              <w:rPr>
                <w:rFonts w:ascii="Poppins" w:hAnsi="Poppins" w:cs="Poppins"/>
                <w:b/>
                <w:sz w:val="20"/>
              </w:rPr>
              <w:t>Marca Emmeti – Modello Valvola di carico e scarico da 1/2" o equivalente.</w:t>
            </w:r>
          </w:p>
        </w:tc>
      </w:tr>
      <w:tr w:rsidR="001F322A" w14:paraId="61523155" w14:textId="77777777" w:rsidTr="00F12594">
        <w:tc>
          <w:tcPr>
            <w:tcW w:w="1311" w:type="dxa"/>
          </w:tcPr>
          <w:p w14:paraId="2EBF10A7" w14:textId="71A7D0DF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01300002</w:t>
            </w:r>
          </w:p>
        </w:tc>
        <w:tc>
          <w:tcPr>
            <w:tcW w:w="2086" w:type="dxa"/>
          </w:tcPr>
          <w:p w14:paraId="72EE9515" w14:textId="69C8BC77" w:rsidR="001F322A" w:rsidRPr="00AD64E0" w:rsidRDefault="009D22E0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D22E0">
              <w:rPr>
                <w:rFonts w:ascii="Poppins" w:hAnsi="Poppins" w:cs="Poppins"/>
                <w:bCs/>
                <w:sz w:val="20"/>
              </w:rPr>
              <w:t>Valvola di carico e scarico da 1"</w:t>
            </w:r>
          </w:p>
        </w:tc>
        <w:tc>
          <w:tcPr>
            <w:tcW w:w="6101" w:type="dxa"/>
          </w:tcPr>
          <w:p w14:paraId="3C35E9A2" w14:textId="4FE22EA4" w:rsidR="009D22E0" w:rsidRPr="009D22E0" w:rsidRDefault="009D22E0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9D22E0">
              <w:rPr>
                <w:rFonts w:ascii="Poppins" w:hAnsi="Poppins" w:cs="Poppins"/>
                <w:bCs/>
                <w:sz w:val="20"/>
              </w:rPr>
              <w:t>Valvola di carico e scarico nichelata da 1" con attacco maschio 3/4"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D22E0">
              <w:rPr>
                <w:rFonts w:ascii="Poppins" w:hAnsi="Poppins" w:cs="Poppins"/>
                <w:bCs/>
                <w:sz w:val="20"/>
              </w:rPr>
              <w:t>orientabile.</w:t>
            </w:r>
          </w:p>
          <w:p w14:paraId="7B50C803" w14:textId="77777777" w:rsidR="009D22E0" w:rsidRPr="009D22E0" w:rsidRDefault="009D22E0" w:rsidP="008E5BF5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DA433C" w14:textId="651604F6" w:rsidR="001F322A" w:rsidRPr="009D22E0" w:rsidRDefault="009D22E0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9D22E0">
              <w:rPr>
                <w:rFonts w:ascii="Poppins" w:hAnsi="Poppins" w:cs="Poppins"/>
                <w:b/>
                <w:sz w:val="20"/>
              </w:rPr>
              <w:t>Marca Emmeti – Modello Valvola di carico e scarico da 1"o equivalente.</w:t>
            </w:r>
          </w:p>
        </w:tc>
      </w:tr>
      <w:tr w:rsidR="001F322A" w14:paraId="2188DC99" w14:textId="77777777" w:rsidTr="00F12594">
        <w:tc>
          <w:tcPr>
            <w:tcW w:w="1311" w:type="dxa"/>
            <w:hideMark/>
          </w:tcPr>
          <w:p w14:paraId="57DE230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01306158</w:t>
            </w:r>
          </w:p>
        </w:tc>
        <w:tc>
          <w:tcPr>
            <w:tcW w:w="2086" w:type="dxa"/>
            <w:hideMark/>
          </w:tcPr>
          <w:p w14:paraId="7FF33AF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terminali con valvola di sfiato manuale e rubinetto orientabile</w:t>
            </w:r>
          </w:p>
        </w:tc>
        <w:tc>
          <w:tcPr>
            <w:tcW w:w="6101" w:type="dxa"/>
          </w:tcPr>
          <w:p w14:paraId="31299A4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terminali da 1” con valvola di sfiato manuale da 1/2" e rubinetto orientabile da 1/2" per carico e scarico acqua con attacco da 3/4".</w:t>
            </w:r>
          </w:p>
          <w:p w14:paraId="241158F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8E98C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di terminali con valvola di sfiato manuale e rubinetto orientabile o  equivalente.</w:t>
            </w:r>
          </w:p>
        </w:tc>
      </w:tr>
      <w:tr w:rsidR="001F322A" w14:paraId="5540136B" w14:textId="77777777" w:rsidTr="00F12594">
        <w:tc>
          <w:tcPr>
            <w:tcW w:w="1311" w:type="dxa"/>
            <w:hideMark/>
          </w:tcPr>
          <w:p w14:paraId="1A83912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01306114</w:t>
            </w:r>
          </w:p>
        </w:tc>
        <w:tc>
          <w:tcPr>
            <w:tcW w:w="2086" w:type="dxa"/>
            <w:hideMark/>
          </w:tcPr>
          <w:p w14:paraId="4465630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otturatore termostatico con derivazioni 24x19</w:t>
            </w:r>
          </w:p>
          <w:p w14:paraId="009420A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per collettori da 1”</w:t>
            </w:r>
          </w:p>
        </w:tc>
        <w:tc>
          <w:tcPr>
            <w:tcW w:w="6101" w:type="dxa"/>
          </w:tcPr>
          <w:p w14:paraId="4DB4F00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otturatore termostatico con derivazioni 24x19 per collettori da 1”.</w:t>
            </w:r>
          </w:p>
          <w:p w14:paraId="3169C63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E6FB3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otturatore termostatico con derivazioni 24x19 per collettori da 1” o  equivalente.</w:t>
            </w:r>
          </w:p>
        </w:tc>
      </w:tr>
      <w:tr w:rsidR="001F322A" w14:paraId="150F6976" w14:textId="77777777" w:rsidTr="00F12594">
        <w:tc>
          <w:tcPr>
            <w:tcW w:w="1311" w:type="dxa"/>
            <w:hideMark/>
          </w:tcPr>
          <w:p w14:paraId="1635D0A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01306118</w:t>
            </w:r>
          </w:p>
        </w:tc>
        <w:tc>
          <w:tcPr>
            <w:tcW w:w="2086" w:type="dxa"/>
          </w:tcPr>
          <w:p w14:paraId="299370C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otturatore termostatico con derivazioni 24x19</w:t>
            </w:r>
          </w:p>
          <w:p w14:paraId="1859C29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per collettori da 1”1/4</w:t>
            </w:r>
          </w:p>
        </w:tc>
        <w:tc>
          <w:tcPr>
            <w:tcW w:w="6101" w:type="dxa"/>
          </w:tcPr>
          <w:p w14:paraId="468B7F03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otturatore termostatico con derivazioni 24x19 per collettori da 1”1/4.</w:t>
            </w:r>
          </w:p>
          <w:p w14:paraId="7094739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A23A8C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otturatore termostatico con derivazioni 24x19 per collettori da 1”1/4 o  equivalente.</w:t>
            </w:r>
          </w:p>
        </w:tc>
      </w:tr>
      <w:tr w:rsidR="001F322A" w14:paraId="1F3085FF" w14:textId="77777777" w:rsidTr="00F12594">
        <w:tc>
          <w:tcPr>
            <w:tcW w:w="1311" w:type="dxa"/>
            <w:hideMark/>
          </w:tcPr>
          <w:p w14:paraId="0B4D950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01306290</w:t>
            </w:r>
          </w:p>
        </w:tc>
        <w:tc>
          <w:tcPr>
            <w:tcW w:w="2086" w:type="dxa"/>
          </w:tcPr>
          <w:p w14:paraId="3A5C14F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otturatore termostatico con derivazioni 3/4" Eurocono</w:t>
            </w:r>
          </w:p>
          <w:p w14:paraId="799D7AF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per collettori da 1”</w:t>
            </w:r>
          </w:p>
        </w:tc>
        <w:tc>
          <w:tcPr>
            <w:tcW w:w="6101" w:type="dxa"/>
          </w:tcPr>
          <w:p w14:paraId="2982F56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otturatore termostatico con derivazioni 24x19 per collettori da 1”.</w:t>
            </w:r>
          </w:p>
          <w:p w14:paraId="200E2A25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73953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otturatore termostatico con derivazioni 24x19 per collettori da 1” o  equivalente.</w:t>
            </w:r>
          </w:p>
        </w:tc>
      </w:tr>
      <w:tr w:rsidR="001F322A" w14:paraId="567F636E" w14:textId="77777777" w:rsidTr="00F12594">
        <w:tc>
          <w:tcPr>
            <w:tcW w:w="1311" w:type="dxa"/>
            <w:hideMark/>
          </w:tcPr>
          <w:p w14:paraId="23915CC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01306292</w:t>
            </w:r>
          </w:p>
        </w:tc>
        <w:tc>
          <w:tcPr>
            <w:tcW w:w="2086" w:type="dxa"/>
            <w:hideMark/>
          </w:tcPr>
          <w:p w14:paraId="1AA03F2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Kit otturatore termostatico con </w:t>
            </w: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derivazioni 3/4" Eurocono</w:t>
            </w:r>
          </w:p>
          <w:p w14:paraId="10A3188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per collettori da 1”1/4</w:t>
            </w:r>
          </w:p>
        </w:tc>
        <w:tc>
          <w:tcPr>
            <w:tcW w:w="6101" w:type="dxa"/>
          </w:tcPr>
          <w:p w14:paraId="5BF1B635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Kit otturatore termostatico con derivazioni 24x19 per collettori da 1”1/4.</w:t>
            </w:r>
          </w:p>
          <w:p w14:paraId="62E7F90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4A53D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otturatore termostatico con derivazioni 24x19 per collettori da 1”1/4 o  equivalente.</w:t>
            </w:r>
          </w:p>
        </w:tc>
      </w:tr>
      <w:tr w:rsidR="001F322A" w14:paraId="1C98F5AD" w14:textId="77777777" w:rsidTr="00F12594">
        <w:tc>
          <w:tcPr>
            <w:tcW w:w="1311" w:type="dxa"/>
            <w:hideMark/>
          </w:tcPr>
          <w:p w14:paraId="70164468" w14:textId="68696504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900</w:t>
            </w:r>
            <w:r>
              <w:rPr>
                <w:rFonts w:ascii="Poppins" w:hAnsi="Poppins" w:cs="Poppins"/>
                <w:bCs/>
                <w:sz w:val="20"/>
              </w:rPr>
              <w:t>67510</w:t>
            </w:r>
          </w:p>
        </w:tc>
        <w:tc>
          <w:tcPr>
            <w:tcW w:w="2086" w:type="dxa"/>
            <w:hideMark/>
          </w:tcPr>
          <w:p w14:paraId="214B34A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Cappuccio blu per valvole</w:t>
            </w:r>
          </w:p>
        </w:tc>
        <w:tc>
          <w:tcPr>
            <w:tcW w:w="6101" w:type="dxa"/>
          </w:tcPr>
          <w:p w14:paraId="5D2EDF3A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Cappuccio blu per valvole.</w:t>
            </w:r>
          </w:p>
          <w:p w14:paraId="6A368CA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BE178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Cappuccio blu per valvole o  equivalente.</w:t>
            </w:r>
          </w:p>
        </w:tc>
      </w:tr>
      <w:tr w:rsidR="001F322A" w14:paraId="30EC5966" w14:textId="77777777" w:rsidTr="00F12594">
        <w:tc>
          <w:tcPr>
            <w:tcW w:w="1311" w:type="dxa"/>
            <w:hideMark/>
          </w:tcPr>
          <w:p w14:paraId="3315B5B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90023360</w:t>
            </w:r>
          </w:p>
        </w:tc>
        <w:tc>
          <w:tcPr>
            <w:tcW w:w="2086" w:type="dxa"/>
            <w:hideMark/>
          </w:tcPr>
          <w:p w14:paraId="62E89BA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Cappuccio rosso per detentori</w:t>
            </w:r>
          </w:p>
        </w:tc>
        <w:tc>
          <w:tcPr>
            <w:tcW w:w="6101" w:type="dxa"/>
          </w:tcPr>
          <w:p w14:paraId="10A8004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Cappuccio rosso per detentori.</w:t>
            </w:r>
          </w:p>
          <w:p w14:paraId="1820716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FAA3CD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Cappuccio rosso per detentori o  equivalente.</w:t>
            </w:r>
          </w:p>
        </w:tc>
      </w:tr>
      <w:tr w:rsidR="001F322A" w14:paraId="04DC333C" w14:textId="77777777" w:rsidTr="00F12594">
        <w:tc>
          <w:tcPr>
            <w:tcW w:w="1311" w:type="dxa"/>
            <w:hideMark/>
          </w:tcPr>
          <w:p w14:paraId="762E635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01306302</w:t>
            </w:r>
          </w:p>
        </w:tc>
        <w:tc>
          <w:tcPr>
            <w:tcW w:w="2086" w:type="dxa"/>
            <w:hideMark/>
          </w:tcPr>
          <w:p w14:paraId="6CA6C14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detentore con misuratore di portata incorporato</w:t>
            </w:r>
          </w:p>
          <w:p w14:paraId="54526AA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0÷4 l/min</w:t>
            </w:r>
          </w:p>
        </w:tc>
        <w:tc>
          <w:tcPr>
            <w:tcW w:w="6101" w:type="dxa"/>
          </w:tcPr>
          <w:p w14:paraId="78D1A39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detentore con misuratore di portata incorporato 0÷4 l/min.</w:t>
            </w:r>
          </w:p>
          <w:p w14:paraId="1D7DB06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E5EDA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detentore con misuratore di portata incorporato 0÷4 l/min o  equivalente.</w:t>
            </w:r>
          </w:p>
        </w:tc>
      </w:tr>
      <w:tr w:rsidR="001F322A" w14:paraId="05708091" w14:textId="77777777" w:rsidTr="00F12594">
        <w:tc>
          <w:tcPr>
            <w:tcW w:w="1311" w:type="dxa"/>
            <w:hideMark/>
          </w:tcPr>
          <w:p w14:paraId="0EA6449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01306300</w:t>
            </w:r>
          </w:p>
        </w:tc>
        <w:tc>
          <w:tcPr>
            <w:tcW w:w="2086" w:type="dxa"/>
            <w:hideMark/>
          </w:tcPr>
          <w:p w14:paraId="1BA111E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detentore</w:t>
            </w:r>
          </w:p>
          <w:p w14:paraId="0D383FE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41F8663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detentore per la regolazione del flusso dell’acqua.</w:t>
            </w:r>
          </w:p>
          <w:p w14:paraId="7176625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5A8527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detentore o  equivalente.</w:t>
            </w:r>
          </w:p>
        </w:tc>
      </w:tr>
      <w:tr w:rsidR="001F322A" w14:paraId="0979DC88" w14:textId="77777777" w:rsidTr="00F12594">
        <w:tc>
          <w:tcPr>
            <w:tcW w:w="1311" w:type="dxa"/>
            <w:hideMark/>
          </w:tcPr>
          <w:p w14:paraId="4800EC47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01306828</w:t>
            </w:r>
          </w:p>
        </w:tc>
        <w:tc>
          <w:tcPr>
            <w:tcW w:w="2086" w:type="dxa"/>
            <w:hideMark/>
          </w:tcPr>
          <w:p w14:paraId="6675431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Kit misuratore di portata </w:t>
            </w:r>
          </w:p>
          <w:p w14:paraId="3B9AFD3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0÷2,5 l/min</w:t>
            </w:r>
          </w:p>
        </w:tc>
        <w:tc>
          <w:tcPr>
            <w:tcW w:w="6101" w:type="dxa"/>
          </w:tcPr>
          <w:p w14:paraId="43F1854B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misuratore di portata per collettori Topway.</w:t>
            </w:r>
          </w:p>
          <w:p w14:paraId="396495C3" w14:textId="77777777" w:rsidR="00C0065B" w:rsidRPr="00AD64E0" w:rsidRDefault="00C0065B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93655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0÷2,5 l/min</w:t>
            </w:r>
          </w:p>
          <w:p w14:paraId="68A28A7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EA6363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misuratore di portata 0÷2,5 l/min o  equivalente.</w:t>
            </w:r>
          </w:p>
        </w:tc>
      </w:tr>
      <w:tr w:rsidR="001F322A" w14:paraId="71D40A93" w14:textId="77777777" w:rsidTr="00F12594">
        <w:tc>
          <w:tcPr>
            <w:tcW w:w="1311" w:type="dxa"/>
            <w:hideMark/>
          </w:tcPr>
          <w:p w14:paraId="230E020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01306830</w:t>
            </w:r>
          </w:p>
        </w:tc>
        <w:tc>
          <w:tcPr>
            <w:tcW w:w="2086" w:type="dxa"/>
            <w:hideMark/>
          </w:tcPr>
          <w:p w14:paraId="6B6FCDD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Kit misuratore di portata </w:t>
            </w:r>
          </w:p>
          <w:p w14:paraId="3B384CA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0÷4 l/min</w:t>
            </w:r>
          </w:p>
        </w:tc>
        <w:tc>
          <w:tcPr>
            <w:tcW w:w="6101" w:type="dxa"/>
          </w:tcPr>
          <w:p w14:paraId="79E2830D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misuratore di portata per collettori Topway.</w:t>
            </w:r>
          </w:p>
          <w:p w14:paraId="5651C46B" w14:textId="77777777" w:rsidR="00C0065B" w:rsidRPr="00AD64E0" w:rsidRDefault="00C0065B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1CA93B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0÷4 l/min</w:t>
            </w:r>
          </w:p>
          <w:p w14:paraId="5392A9FA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C8FC06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misuratore di portata 0÷4 l/min o  equivalente.</w:t>
            </w:r>
          </w:p>
        </w:tc>
      </w:tr>
      <w:tr w:rsidR="001F322A" w14:paraId="4B718F52" w14:textId="77777777" w:rsidTr="00F12594">
        <w:tc>
          <w:tcPr>
            <w:tcW w:w="1311" w:type="dxa"/>
            <w:hideMark/>
          </w:tcPr>
          <w:p w14:paraId="6EA6923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01306832</w:t>
            </w:r>
          </w:p>
        </w:tc>
        <w:tc>
          <w:tcPr>
            <w:tcW w:w="2086" w:type="dxa"/>
            <w:hideMark/>
          </w:tcPr>
          <w:p w14:paraId="0744996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Kit misuratore di portata </w:t>
            </w:r>
          </w:p>
          <w:p w14:paraId="6DBDF8A1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0÷6 l/min</w:t>
            </w:r>
          </w:p>
        </w:tc>
        <w:tc>
          <w:tcPr>
            <w:tcW w:w="6101" w:type="dxa"/>
          </w:tcPr>
          <w:p w14:paraId="2BF82E21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misuratore di portata per collettori Topway.</w:t>
            </w:r>
          </w:p>
          <w:p w14:paraId="22F2393D" w14:textId="77777777" w:rsidR="00C0065B" w:rsidRPr="00AD64E0" w:rsidRDefault="00C0065B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0E625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0÷6 l/min</w:t>
            </w:r>
          </w:p>
          <w:p w14:paraId="21E02A0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FB8466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misuratore di portata 0÷6 l/min o  equivalente.</w:t>
            </w:r>
          </w:p>
        </w:tc>
      </w:tr>
      <w:tr w:rsidR="001F322A" w14:paraId="26C7BA0C" w14:textId="77777777" w:rsidTr="00F12594">
        <w:tc>
          <w:tcPr>
            <w:tcW w:w="1311" w:type="dxa"/>
            <w:hideMark/>
          </w:tcPr>
          <w:p w14:paraId="2D6FBA1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01306312</w:t>
            </w:r>
          </w:p>
        </w:tc>
        <w:tc>
          <w:tcPr>
            <w:tcW w:w="2086" w:type="dxa"/>
            <w:hideMark/>
          </w:tcPr>
          <w:p w14:paraId="3243E59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Sede per detentori e misuratori da </w:t>
            </w:r>
          </w:p>
          <w:p w14:paraId="71CACF41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 - 24x19</w:t>
            </w:r>
          </w:p>
        </w:tc>
        <w:tc>
          <w:tcPr>
            <w:tcW w:w="6101" w:type="dxa"/>
          </w:tcPr>
          <w:p w14:paraId="0C7DD9D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Sede per detentori e misuratori per collettori da 1” - 24x19.</w:t>
            </w:r>
          </w:p>
          <w:p w14:paraId="5319DB4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85096F" w14:textId="3B050866" w:rsidR="001F322A" w:rsidRPr="00AD64E0" w:rsidRDefault="001F322A" w:rsidP="00E94B3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Sede per detentori e misuratori da 1” - 24x19 o  equivalente.</w:t>
            </w:r>
          </w:p>
        </w:tc>
      </w:tr>
      <w:tr w:rsidR="001F322A" w14:paraId="0FC7690C" w14:textId="77777777" w:rsidTr="00F12594">
        <w:tc>
          <w:tcPr>
            <w:tcW w:w="1311" w:type="dxa"/>
            <w:hideMark/>
          </w:tcPr>
          <w:p w14:paraId="57392637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01306314</w:t>
            </w:r>
          </w:p>
        </w:tc>
        <w:tc>
          <w:tcPr>
            <w:tcW w:w="2086" w:type="dxa"/>
            <w:hideMark/>
          </w:tcPr>
          <w:p w14:paraId="467BED3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Sede per detentori e misuratori da </w:t>
            </w:r>
          </w:p>
          <w:p w14:paraId="1B490E2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 – 3/4" Eurocono</w:t>
            </w:r>
          </w:p>
        </w:tc>
        <w:tc>
          <w:tcPr>
            <w:tcW w:w="6101" w:type="dxa"/>
          </w:tcPr>
          <w:p w14:paraId="5CB0FBE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Sede per detentori e misuratori per collettori da 1” - 3/4" Eurocono.</w:t>
            </w:r>
          </w:p>
          <w:p w14:paraId="0CBDCCC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1DD029" w14:textId="0A2E03C7" w:rsidR="001F322A" w:rsidRPr="00AD64E0" w:rsidRDefault="001F322A" w:rsidP="00E94B3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Sede per detentori e misuratori da 1” – 3/4" Eurocono o  equivalente.</w:t>
            </w:r>
          </w:p>
        </w:tc>
      </w:tr>
      <w:tr w:rsidR="001F322A" w14:paraId="509B2A2A" w14:textId="77777777" w:rsidTr="00F12594">
        <w:tc>
          <w:tcPr>
            <w:tcW w:w="1311" w:type="dxa"/>
            <w:hideMark/>
          </w:tcPr>
          <w:p w14:paraId="7015B50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01306316</w:t>
            </w:r>
          </w:p>
        </w:tc>
        <w:tc>
          <w:tcPr>
            <w:tcW w:w="2086" w:type="dxa"/>
            <w:hideMark/>
          </w:tcPr>
          <w:p w14:paraId="0BCE5B7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Sede per detentori e misuratori da </w:t>
            </w:r>
          </w:p>
          <w:p w14:paraId="06984F6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1”1/4 - 24x19</w:t>
            </w:r>
          </w:p>
        </w:tc>
        <w:tc>
          <w:tcPr>
            <w:tcW w:w="6101" w:type="dxa"/>
          </w:tcPr>
          <w:p w14:paraId="1C2C0F5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Sede per detentori e misuratori per collettori da 1”1/4 - 24x19.</w:t>
            </w:r>
          </w:p>
          <w:p w14:paraId="615486E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CFD13F" w14:textId="5D88CE53" w:rsidR="001F322A" w:rsidRPr="00AD64E0" w:rsidRDefault="001F322A" w:rsidP="00E94B3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Sede per detentori e misuratori da 1”1/4 - 24x19 o  equivalente.</w:t>
            </w:r>
          </w:p>
        </w:tc>
      </w:tr>
      <w:tr w:rsidR="001F322A" w14:paraId="72099471" w14:textId="77777777" w:rsidTr="00F12594">
        <w:tc>
          <w:tcPr>
            <w:tcW w:w="1311" w:type="dxa"/>
            <w:hideMark/>
          </w:tcPr>
          <w:p w14:paraId="6BAD7AA7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01306318</w:t>
            </w:r>
          </w:p>
        </w:tc>
        <w:tc>
          <w:tcPr>
            <w:tcW w:w="2086" w:type="dxa"/>
            <w:hideMark/>
          </w:tcPr>
          <w:p w14:paraId="794739F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Sede per detentori e misuratori da </w:t>
            </w:r>
          </w:p>
          <w:p w14:paraId="3C88EA0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1”1/4 – 3/4" Eurocono</w:t>
            </w:r>
          </w:p>
        </w:tc>
        <w:tc>
          <w:tcPr>
            <w:tcW w:w="6101" w:type="dxa"/>
          </w:tcPr>
          <w:p w14:paraId="6B876BF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Sede per detentori e misuratori per collettori da 1”1/4 - 3/4" Eurocono.</w:t>
            </w:r>
          </w:p>
          <w:p w14:paraId="4545662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59E3951" w14:textId="0EE39B03" w:rsidR="001F322A" w:rsidRPr="00AD64E0" w:rsidRDefault="001F322A" w:rsidP="00E94B3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Sede per detentori e misuratori da 1”1/4 – 3/4" Eurocono o equivalente.</w:t>
            </w:r>
          </w:p>
        </w:tc>
      </w:tr>
      <w:tr w:rsidR="001F322A" w14:paraId="104D192A" w14:textId="77777777" w:rsidTr="00F12594">
        <w:tc>
          <w:tcPr>
            <w:tcW w:w="1311" w:type="dxa"/>
            <w:hideMark/>
          </w:tcPr>
          <w:p w14:paraId="74909FD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90004930</w:t>
            </w:r>
          </w:p>
        </w:tc>
        <w:tc>
          <w:tcPr>
            <w:tcW w:w="2086" w:type="dxa"/>
            <w:hideMark/>
          </w:tcPr>
          <w:p w14:paraId="6B5117C7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1/2" M</w:t>
            </w:r>
          </w:p>
        </w:tc>
        <w:tc>
          <w:tcPr>
            <w:tcW w:w="6101" w:type="dxa"/>
          </w:tcPr>
          <w:p w14:paraId="210A264E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42DA049D" w14:textId="77777777" w:rsidR="00F81292" w:rsidRPr="00AD64E0" w:rsidRDefault="00F81292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D6C3F4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1/2" M</w:t>
            </w:r>
          </w:p>
          <w:p w14:paraId="5CC532F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40AD82" w14:textId="1502B410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Tappo cieco nichelato 1/2" M o equivalente.</w:t>
            </w:r>
          </w:p>
        </w:tc>
      </w:tr>
      <w:tr w:rsidR="001F322A" w:rsidRPr="009279E2" w14:paraId="02286CFF" w14:textId="77777777" w:rsidTr="00F12594">
        <w:tc>
          <w:tcPr>
            <w:tcW w:w="1311" w:type="dxa"/>
          </w:tcPr>
          <w:p w14:paraId="78CB17E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90004820</w:t>
            </w:r>
          </w:p>
        </w:tc>
        <w:tc>
          <w:tcPr>
            <w:tcW w:w="2086" w:type="dxa"/>
          </w:tcPr>
          <w:p w14:paraId="2261DDB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3/4" M</w:t>
            </w:r>
          </w:p>
        </w:tc>
        <w:tc>
          <w:tcPr>
            <w:tcW w:w="6101" w:type="dxa"/>
          </w:tcPr>
          <w:p w14:paraId="1F840183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16F63852" w14:textId="77777777" w:rsidR="00F81292" w:rsidRPr="00AD64E0" w:rsidRDefault="00F81292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63AC95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 M</w:t>
            </w:r>
          </w:p>
          <w:p w14:paraId="384BFFA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69A8D37" w14:textId="580B7CF0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Tappo cieco nichelato 3/4" M o equivalente.</w:t>
            </w:r>
          </w:p>
        </w:tc>
      </w:tr>
      <w:tr w:rsidR="001F322A" w:rsidRPr="009279E2" w14:paraId="3517DE00" w14:textId="77777777" w:rsidTr="00F12594">
        <w:tc>
          <w:tcPr>
            <w:tcW w:w="1311" w:type="dxa"/>
          </w:tcPr>
          <w:p w14:paraId="63EA295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90004830</w:t>
            </w:r>
          </w:p>
        </w:tc>
        <w:tc>
          <w:tcPr>
            <w:tcW w:w="2086" w:type="dxa"/>
          </w:tcPr>
          <w:p w14:paraId="294092A6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1" M</w:t>
            </w:r>
          </w:p>
        </w:tc>
        <w:tc>
          <w:tcPr>
            <w:tcW w:w="6101" w:type="dxa"/>
          </w:tcPr>
          <w:p w14:paraId="2D46C2F2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16CFF494" w14:textId="77777777" w:rsidR="00F81292" w:rsidRPr="00AD64E0" w:rsidRDefault="00F81292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B1933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 M</w:t>
            </w:r>
          </w:p>
          <w:p w14:paraId="4D6840A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385F514" w14:textId="38B6F85D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Tappo cieco nichelato 1" M o</w:t>
            </w:r>
            <w:r w:rsidR="000D3AA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1F322A" w:rsidRPr="009279E2" w14:paraId="37835DFE" w14:textId="77777777" w:rsidTr="00F12594">
        <w:tc>
          <w:tcPr>
            <w:tcW w:w="1311" w:type="dxa"/>
          </w:tcPr>
          <w:p w14:paraId="6FAC88C1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90005070</w:t>
            </w:r>
          </w:p>
        </w:tc>
        <w:tc>
          <w:tcPr>
            <w:tcW w:w="2086" w:type="dxa"/>
          </w:tcPr>
          <w:p w14:paraId="49073D6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1"1/4 M</w:t>
            </w:r>
          </w:p>
        </w:tc>
        <w:tc>
          <w:tcPr>
            <w:tcW w:w="6101" w:type="dxa"/>
          </w:tcPr>
          <w:p w14:paraId="35CAE0BF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50A6BB9A" w14:textId="77777777" w:rsidR="00F81292" w:rsidRPr="00AD64E0" w:rsidRDefault="00F81292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1CDAC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1"1/4 M</w:t>
            </w:r>
          </w:p>
          <w:p w14:paraId="4502B50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3E79D1F" w14:textId="1074087A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Tappo cieco nichelato 1"1/4 M o</w:t>
            </w:r>
            <w:r w:rsidR="000D3AA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1F322A" w:rsidRPr="009279E2" w14:paraId="73E95F28" w14:textId="77777777" w:rsidTr="00F12594">
        <w:tc>
          <w:tcPr>
            <w:tcW w:w="1311" w:type="dxa"/>
          </w:tcPr>
          <w:p w14:paraId="45B9A7C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01291536</w:t>
            </w:r>
          </w:p>
        </w:tc>
        <w:tc>
          <w:tcPr>
            <w:tcW w:w="2086" w:type="dxa"/>
          </w:tcPr>
          <w:p w14:paraId="7E6724B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3/4" F</w:t>
            </w:r>
          </w:p>
        </w:tc>
        <w:tc>
          <w:tcPr>
            <w:tcW w:w="6101" w:type="dxa"/>
          </w:tcPr>
          <w:p w14:paraId="55F92227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nichelato.</w:t>
            </w:r>
          </w:p>
          <w:p w14:paraId="72F81658" w14:textId="77777777" w:rsidR="003B7D67" w:rsidRPr="00AD64E0" w:rsidRDefault="003B7D67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1A014B3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 F</w:t>
            </w:r>
          </w:p>
          <w:p w14:paraId="0546EB6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C16FC4" w14:textId="7A338D60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Tappo cieco nichelato 3/4" F o equivalente.</w:t>
            </w:r>
          </w:p>
        </w:tc>
      </w:tr>
      <w:tr w:rsidR="001F322A" w:rsidRPr="009279E2" w14:paraId="642155AE" w14:textId="77777777" w:rsidTr="00F12594">
        <w:tc>
          <w:tcPr>
            <w:tcW w:w="1311" w:type="dxa"/>
          </w:tcPr>
          <w:p w14:paraId="5AF4812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01291538</w:t>
            </w:r>
          </w:p>
        </w:tc>
        <w:tc>
          <w:tcPr>
            <w:tcW w:w="2086" w:type="dxa"/>
          </w:tcPr>
          <w:p w14:paraId="710ADC1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 1" F</w:t>
            </w:r>
          </w:p>
        </w:tc>
        <w:tc>
          <w:tcPr>
            <w:tcW w:w="6101" w:type="dxa"/>
          </w:tcPr>
          <w:p w14:paraId="48A9C63A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Tappo cieco nichelato.</w:t>
            </w:r>
          </w:p>
          <w:p w14:paraId="46DC57BF" w14:textId="77777777" w:rsidR="003B7D67" w:rsidRPr="00AD64E0" w:rsidRDefault="003B7D67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4268CB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 F</w:t>
            </w:r>
          </w:p>
          <w:p w14:paraId="45F0322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AC1B3F4" w14:textId="132AD1C3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Tappo cieco nichelato 1" F o equivalente.</w:t>
            </w:r>
          </w:p>
        </w:tc>
      </w:tr>
      <w:tr w:rsidR="001F322A" w:rsidRPr="009279E2" w14:paraId="3FBDF41A" w14:textId="77777777" w:rsidTr="00F12594">
        <w:tc>
          <w:tcPr>
            <w:tcW w:w="1311" w:type="dxa"/>
          </w:tcPr>
          <w:p w14:paraId="6DE0DD55" w14:textId="51B4A9DC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0132146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66980003" w14:textId="02C0B6DC" w:rsidR="001F322A" w:rsidRPr="00AD64E0" w:rsidRDefault="003E097E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E097E">
              <w:rPr>
                <w:rFonts w:ascii="Poppins" w:hAnsi="Poppins" w:cs="Poppins"/>
                <w:bCs/>
                <w:sz w:val="20"/>
              </w:rPr>
              <w:t>Tappo cieco nichelato 24x19 F</w:t>
            </w:r>
          </w:p>
        </w:tc>
        <w:tc>
          <w:tcPr>
            <w:tcW w:w="6101" w:type="dxa"/>
          </w:tcPr>
          <w:p w14:paraId="769B8D20" w14:textId="77777777" w:rsidR="00DD601D" w:rsidRPr="00DD601D" w:rsidRDefault="00DD601D" w:rsidP="00DD601D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DD601D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4881FC36" w14:textId="77777777" w:rsidR="00DD601D" w:rsidRPr="00DD601D" w:rsidRDefault="00DD601D" w:rsidP="00DD601D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B5798F" w14:textId="77777777" w:rsidR="00DD601D" w:rsidRPr="00DD601D" w:rsidRDefault="00DD601D" w:rsidP="00DD601D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DD601D">
              <w:rPr>
                <w:rFonts w:ascii="Poppins" w:hAnsi="Poppins" w:cs="Poppins"/>
                <w:bCs/>
                <w:sz w:val="20"/>
              </w:rPr>
              <w:t>Misura: 24x19</w:t>
            </w:r>
          </w:p>
          <w:p w14:paraId="760549E6" w14:textId="77777777" w:rsidR="00DD601D" w:rsidRPr="00DD601D" w:rsidRDefault="00DD601D" w:rsidP="00DD601D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9C3584" w14:textId="3BEC4DCF" w:rsidR="001F322A" w:rsidRPr="00DD601D" w:rsidRDefault="00DD601D" w:rsidP="00DD601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D601D">
              <w:rPr>
                <w:rFonts w:ascii="Poppins" w:hAnsi="Poppins" w:cs="Poppins"/>
                <w:b/>
                <w:sz w:val="20"/>
              </w:rPr>
              <w:t>Marca Emmeti – Modello Tappo cieco nichelato 24x19 F o equivalente.</w:t>
            </w:r>
          </w:p>
        </w:tc>
      </w:tr>
      <w:tr w:rsidR="001F322A" w:rsidRPr="009279E2" w14:paraId="4C23E920" w14:textId="77777777" w:rsidTr="00F12594">
        <w:tc>
          <w:tcPr>
            <w:tcW w:w="1311" w:type="dxa"/>
          </w:tcPr>
          <w:p w14:paraId="754A59B1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90005050</w:t>
            </w:r>
          </w:p>
        </w:tc>
        <w:tc>
          <w:tcPr>
            <w:tcW w:w="2086" w:type="dxa"/>
          </w:tcPr>
          <w:p w14:paraId="405FC9B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35CB7456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3/4"M x 3/8” F</w:t>
            </w:r>
          </w:p>
        </w:tc>
        <w:tc>
          <w:tcPr>
            <w:tcW w:w="6101" w:type="dxa"/>
          </w:tcPr>
          <w:p w14:paraId="593AD9D0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2F773CA3" w14:textId="77777777" w:rsidR="00677E0F" w:rsidRPr="00AD64E0" w:rsidRDefault="00677E0F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C2E0D8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 M x 3/8” F</w:t>
            </w:r>
          </w:p>
          <w:p w14:paraId="6C38A7F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90A557" w14:textId="1464EF78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Riduzione nichelata 3/4"M x 3/8” F o equivalente.</w:t>
            </w:r>
          </w:p>
        </w:tc>
      </w:tr>
      <w:tr w:rsidR="001F322A" w:rsidRPr="009279E2" w14:paraId="799D5051" w14:textId="77777777" w:rsidTr="00F12594">
        <w:tc>
          <w:tcPr>
            <w:tcW w:w="1311" w:type="dxa"/>
          </w:tcPr>
          <w:p w14:paraId="18B3476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90004840</w:t>
            </w:r>
          </w:p>
        </w:tc>
        <w:tc>
          <w:tcPr>
            <w:tcW w:w="2086" w:type="dxa"/>
          </w:tcPr>
          <w:p w14:paraId="30C6AE3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5115E9C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3/4"M x 1/2” F</w:t>
            </w:r>
          </w:p>
        </w:tc>
        <w:tc>
          <w:tcPr>
            <w:tcW w:w="6101" w:type="dxa"/>
          </w:tcPr>
          <w:p w14:paraId="50B6CF9C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660B5C35" w14:textId="77777777" w:rsidR="00677E0F" w:rsidRPr="00AD64E0" w:rsidRDefault="00677E0F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477CB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 M x 1/2” F</w:t>
            </w:r>
          </w:p>
          <w:p w14:paraId="21889203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F56378A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Riduzione nichelata 3/4"M x 1/2” F o  equivalente.</w:t>
            </w:r>
          </w:p>
        </w:tc>
      </w:tr>
      <w:tr w:rsidR="001F322A" w:rsidRPr="009279E2" w14:paraId="2E499ABD" w14:textId="77777777" w:rsidTr="00F12594">
        <w:tc>
          <w:tcPr>
            <w:tcW w:w="1311" w:type="dxa"/>
          </w:tcPr>
          <w:p w14:paraId="231F338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90005060</w:t>
            </w:r>
          </w:p>
        </w:tc>
        <w:tc>
          <w:tcPr>
            <w:tcW w:w="2086" w:type="dxa"/>
          </w:tcPr>
          <w:p w14:paraId="7F09997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2E50492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1"M x 3/8” F</w:t>
            </w:r>
          </w:p>
        </w:tc>
        <w:tc>
          <w:tcPr>
            <w:tcW w:w="6101" w:type="dxa"/>
          </w:tcPr>
          <w:p w14:paraId="59128979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7DCD2ADD" w14:textId="77777777" w:rsidR="00677E0F" w:rsidRPr="00AD64E0" w:rsidRDefault="00677E0F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730C4E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 M x 3/8” F</w:t>
            </w:r>
          </w:p>
          <w:p w14:paraId="64FF3CA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C7490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Riduzione nichelata 3/4"M x 3/8” F o  equivalente.</w:t>
            </w:r>
          </w:p>
        </w:tc>
      </w:tr>
      <w:tr w:rsidR="001F322A" w:rsidRPr="009279E2" w14:paraId="553B4D49" w14:textId="77777777" w:rsidTr="00F12594">
        <w:tc>
          <w:tcPr>
            <w:tcW w:w="1311" w:type="dxa"/>
          </w:tcPr>
          <w:p w14:paraId="58C20E8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90004850</w:t>
            </w:r>
          </w:p>
        </w:tc>
        <w:tc>
          <w:tcPr>
            <w:tcW w:w="2086" w:type="dxa"/>
          </w:tcPr>
          <w:p w14:paraId="27B4A1B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57ACE4A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1"M x 1/2” F</w:t>
            </w:r>
          </w:p>
        </w:tc>
        <w:tc>
          <w:tcPr>
            <w:tcW w:w="6101" w:type="dxa"/>
          </w:tcPr>
          <w:p w14:paraId="1ECD18EA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3E08613F" w14:textId="77777777" w:rsidR="00677E0F" w:rsidRPr="00AD64E0" w:rsidRDefault="00677E0F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41839A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 M x 3/8” F</w:t>
            </w:r>
          </w:p>
          <w:p w14:paraId="1562867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CC21D8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Riduzione nichelata 1"M x 3/8” F o  equivalente.</w:t>
            </w:r>
          </w:p>
        </w:tc>
      </w:tr>
      <w:tr w:rsidR="001F322A" w:rsidRPr="009279E2" w14:paraId="55E7DF56" w14:textId="77777777" w:rsidTr="00F12594">
        <w:tc>
          <w:tcPr>
            <w:tcW w:w="1311" w:type="dxa"/>
          </w:tcPr>
          <w:p w14:paraId="5F10C00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90006870</w:t>
            </w:r>
          </w:p>
        </w:tc>
        <w:tc>
          <w:tcPr>
            <w:tcW w:w="2086" w:type="dxa"/>
          </w:tcPr>
          <w:p w14:paraId="20A4F7C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73C2A8E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1"M x 3/4” F</w:t>
            </w:r>
          </w:p>
        </w:tc>
        <w:tc>
          <w:tcPr>
            <w:tcW w:w="6101" w:type="dxa"/>
          </w:tcPr>
          <w:p w14:paraId="0DD7237B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0AAB64CB" w14:textId="77777777" w:rsidR="008C1265" w:rsidRPr="00AD64E0" w:rsidRDefault="008C1265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178CC93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 M x 3/4” F</w:t>
            </w:r>
          </w:p>
          <w:p w14:paraId="624CE14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A6BD56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Riduzione nichelata 3/4"M x 3/4” F o  equivalente.</w:t>
            </w:r>
          </w:p>
        </w:tc>
      </w:tr>
      <w:tr w:rsidR="001F322A" w:rsidRPr="009279E2" w14:paraId="41DEBDDE" w14:textId="77777777" w:rsidTr="00F12594">
        <w:tc>
          <w:tcPr>
            <w:tcW w:w="1311" w:type="dxa"/>
          </w:tcPr>
          <w:p w14:paraId="3B6FC22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90005080</w:t>
            </w:r>
          </w:p>
        </w:tc>
        <w:tc>
          <w:tcPr>
            <w:tcW w:w="2086" w:type="dxa"/>
          </w:tcPr>
          <w:p w14:paraId="497933A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49C0734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1"1/4 M x 1/2” F</w:t>
            </w:r>
          </w:p>
        </w:tc>
        <w:tc>
          <w:tcPr>
            <w:tcW w:w="6101" w:type="dxa"/>
          </w:tcPr>
          <w:p w14:paraId="771429AF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12D8656E" w14:textId="77777777" w:rsidR="008C1265" w:rsidRPr="00AD64E0" w:rsidRDefault="008C1265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90212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1"1/4 M x 1/2” F</w:t>
            </w:r>
          </w:p>
          <w:p w14:paraId="435585E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2FEBE7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Riduzione nichelata 1"1/4 M x 1/2” F o  equivalente.</w:t>
            </w:r>
          </w:p>
        </w:tc>
      </w:tr>
      <w:tr w:rsidR="001F322A" w:rsidRPr="009279E2" w14:paraId="5DC3871A" w14:textId="77777777" w:rsidTr="00F12594">
        <w:tc>
          <w:tcPr>
            <w:tcW w:w="1311" w:type="dxa"/>
          </w:tcPr>
          <w:p w14:paraId="1926BC2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90005084</w:t>
            </w:r>
          </w:p>
        </w:tc>
        <w:tc>
          <w:tcPr>
            <w:tcW w:w="2086" w:type="dxa"/>
          </w:tcPr>
          <w:p w14:paraId="7E0DCB9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72490187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1"1/4 M x 1” F</w:t>
            </w:r>
          </w:p>
        </w:tc>
        <w:tc>
          <w:tcPr>
            <w:tcW w:w="6101" w:type="dxa"/>
          </w:tcPr>
          <w:p w14:paraId="75CC7A92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74D478F4" w14:textId="77777777" w:rsidR="008C1265" w:rsidRPr="00AD64E0" w:rsidRDefault="008C1265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872DD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1"1/4 M x 1” F</w:t>
            </w:r>
          </w:p>
          <w:p w14:paraId="1CF6AC9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E47A64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Riduzione nichelata 1"1/4 M x 1” F o  equivalente.</w:t>
            </w:r>
          </w:p>
        </w:tc>
      </w:tr>
      <w:tr w:rsidR="001F322A" w:rsidRPr="009279E2" w14:paraId="69448D84" w14:textId="77777777" w:rsidTr="00F12594">
        <w:tc>
          <w:tcPr>
            <w:tcW w:w="1311" w:type="dxa"/>
          </w:tcPr>
          <w:p w14:paraId="3122D3F4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01306044</w:t>
            </w:r>
          </w:p>
        </w:tc>
        <w:tc>
          <w:tcPr>
            <w:tcW w:w="2086" w:type="dxa"/>
          </w:tcPr>
          <w:p w14:paraId="2029F38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Chiave per nippli CH 37 - 48</w:t>
            </w:r>
          </w:p>
        </w:tc>
        <w:tc>
          <w:tcPr>
            <w:tcW w:w="6101" w:type="dxa"/>
          </w:tcPr>
          <w:p w14:paraId="046FA117" w14:textId="1697BDEE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Chiave per nippli CH 37 – 48</w:t>
            </w:r>
            <w:r w:rsidR="008C1265">
              <w:rPr>
                <w:rFonts w:ascii="Poppins" w:hAnsi="Poppins" w:cs="Poppins"/>
                <w:bCs/>
                <w:sz w:val="20"/>
              </w:rPr>
              <w:t>.</w:t>
            </w:r>
          </w:p>
          <w:p w14:paraId="4983A12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CB59E5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Chiave per nippli CH 37 - 48 o  equivalente.</w:t>
            </w:r>
          </w:p>
        </w:tc>
      </w:tr>
      <w:tr w:rsidR="001F322A" w:rsidRPr="009279E2" w14:paraId="0A3F9D11" w14:textId="77777777" w:rsidTr="00F12594">
        <w:tc>
          <w:tcPr>
            <w:tcW w:w="1311" w:type="dxa"/>
          </w:tcPr>
          <w:p w14:paraId="05F5ED4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01306872</w:t>
            </w:r>
          </w:p>
        </w:tc>
        <w:tc>
          <w:tcPr>
            <w:tcW w:w="2086" w:type="dxa"/>
          </w:tcPr>
          <w:p w14:paraId="469D6F7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Nipplo nichelato </w:t>
            </w:r>
          </w:p>
          <w:p w14:paraId="20CA604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 M x 1”M</w:t>
            </w:r>
          </w:p>
        </w:tc>
        <w:tc>
          <w:tcPr>
            <w:tcW w:w="6101" w:type="dxa"/>
          </w:tcPr>
          <w:p w14:paraId="0EDB7BA7" w14:textId="64FA4E09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nichelato con o-ring</w:t>
            </w:r>
            <w:r w:rsidR="008C1265">
              <w:rPr>
                <w:rFonts w:ascii="Poppins" w:hAnsi="Poppins" w:cs="Poppins"/>
                <w:bCs/>
                <w:sz w:val="20"/>
              </w:rPr>
              <w:t>.</w:t>
            </w:r>
          </w:p>
          <w:p w14:paraId="6D8D3DF7" w14:textId="77777777" w:rsidR="008C1265" w:rsidRPr="00AD64E0" w:rsidRDefault="008C1265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5236793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1” M x 1” M</w:t>
            </w:r>
          </w:p>
          <w:p w14:paraId="0A4924D5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316BC3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Nipplo nichelato  1” M x 1”M  o  equivalente.</w:t>
            </w:r>
          </w:p>
        </w:tc>
      </w:tr>
      <w:tr w:rsidR="001F322A" w:rsidRPr="009279E2" w14:paraId="33618909" w14:textId="77777777" w:rsidTr="00F12594">
        <w:tc>
          <w:tcPr>
            <w:tcW w:w="1311" w:type="dxa"/>
          </w:tcPr>
          <w:p w14:paraId="45795E2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01306874</w:t>
            </w:r>
          </w:p>
        </w:tc>
        <w:tc>
          <w:tcPr>
            <w:tcW w:w="2086" w:type="dxa"/>
          </w:tcPr>
          <w:p w14:paraId="5C1DFB3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Nipplo nichelato </w:t>
            </w:r>
          </w:p>
          <w:p w14:paraId="053B999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1”1/4 M x 1”1/4 M</w:t>
            </w:r>
          </w:p>
        </w:tc>
        <w:tc>
          <w:tcPr>
            <w:tcW w:w="6101" w:type="dxa"/>
          </w:tcPr>
          <w:p w14:paraId="5A81090E" w14:textId="0549FC5F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nichelato con o-ring</w:t>
            </w:r>
            <w:r w:rsidR="00B4096A">
              <w:rPr>
                <w:rFonts w:ascii="Poppins" w:hAnsi="Poppins" w:cs="Poppins"/>
                <w:bCs/>
                <w:sz w:val="20"/>
              </w:rPr>
              <w:t>.</w:t>
            </w:r>
          </w:p>
          <w:p w14:paraId="19867530" w14:textId="77777777" w:rsidR="00B4096A" w:rsidRPr="00AD64E0" w:rsidRDefault="00B4096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4542F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1”1/4 M x 1”1/4 M</w:t>
            </w:r>
          </w:p>
          <w:p w14:paraId="3325DDC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EB93CE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Nipplo nichelato  1”1/4 M x 1”1/4 M  o  equivalente.</w:t>
            </w:r>
          </w:p>
        </w:tc>
      </w:tr>
      <w:tr w:rsidR="001F322A" w:rsidRPr="009279E2" w14:paraId="0F747173" w14:textId="77777777" w:rsidTr="00F12594">
        <w:tc>
          <w:tcPr>
            <w:tcW w:w="1311" w:type="dxa"/>
          </w:tcPr>
          <w:p w14:paraId="3FD2FD6E" w14:textId="7863BD2D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</w:t>
            </w:r>
            <w:r w:rsidR="00D43FAE">
              <w:rPr>
                <w:rFonts w:ascii="Poppins" w:hAnsi="Poppins" w:cs="Poppins"/>
                <w:bCs/>
                <w:sz w:val="20"/>
              </w:rPr>
              <w:t>7</w:t>
            </w:r>
            <w:r w:rsidRPr="00AD64E0">
              <w:rPr>
                <w:rFonts w:ascii="Poppins" w:hAnsi="Poppins" w:cs="Poppins"/>
                <w:bCs/>
                <w:sz w:val="20"/>
              </w:rPr>
              <w:t>426</w:t>
            </w:r>
          </w:p>
        </w:tc>
        <w:tc>
          <w:tcPr>
            <w:tcW w:w="2086" w:type="dxa"/>
          </w:tcPr>
          <w:p w14:paraId="1C5132A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girevole</w:t>
            </w:r>
          </w:p>
          <w:p w14:paraId="7211651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1” M x 1” M </w:t>
            </w:r>
          </w:p>
        </w:tc>
        <w:tc>
          <w:tcPr>
            <w:tcW w:w="6101" w:type="dxa"/>
          </w:tcPr>
          <w:p w14:paraId="2060328C" w14:textId="39B63E68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girevole con o-ring</w:t>
            </w:r>
            <w:r w:rsidR="00B4096A">
              <w:rPr>
                <w:rFonts w:ascii="Poppins" w:hAnsi="Poppins" w:cs="Poppins"/>
                <w:bCs/>
                <w:sz w:val="20"/>
              </w:rPr>
              <w:t>.</w:t>
            </w:r>
          </w:p>
          <w:p w14:paraId="42910379" w14:textId="531A482A" w:rsidR="00B456F6" w:rsidRDefault="00B456F6" w:rsidP="00B456F6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B456F6">
              <w:rPr>
                <w:rFonts w:ascii="Poppins" w:hAnsi="Poppins" w:cs="Poppins"/>
                <w:bCs/>
                <w:sz w:val="20"/>
              </w:rPr>
              <w:t>La confezione comprende due O-Ring rossi da sostituire a quelli neri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456F6">
              <w:rPr>
                <w:rFonts w:ascii="Poppins" w:hAnsi="Poppins" w:cs="Poppins"/>
                <w:bCs/>
                <w:sz w:val="20"/>
              </w:rPr>
              <w:t>premontati per l’utilizzo con collettori in acciaio.</w:t>
            </w:r>
          </w:p>
          <w:p w14:paraId="58AFA265" w14:textId="77777777" w:rsidR="00B4096A" w:rsidRPr="00AD64E0" w:rsidRDefault="00B4096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57FDCD5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1” M x 1” M</w:t>
            </w:r>
          </w:p>
          <w:p w14:paraId="3547A528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97B7D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Nipplo girevole 1” M x 1” M o  equivalente.</w:t>
            </w:r>
          </w:p>
        </w:tc>
      </w:tr>
      <w:tr w:rsidR="001F322A" w:rsidRPr="009279E2" w14:paraId="57A53079" w14:textId="77777777" w:rsidTr="00F12594">
        <w:tc>
          <w:tcPr>
            <w:tcW w:w="1311" w:type="dxa"/>
          </w:tcPr>
          <w:p w14:paraId="0131010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01306430</w:t>
            </w:r>
          </w:p>
        </w:tc>
        <w:tc>
          <w:tcPr>
            <w:tcW w:w="2086" w:type="dxa"/>
          </w:tcPr>
          <w:p w14:paraId="5002130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girevole</w:t>
            </w:r>
          </w:p>
          <w:p w14:paraId="7AA011E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1”1/4 M x 1”1/4 M</w:t>
            </w:r>
          </w:p>
        </w:tc>
        <w:tc>
          <w:tcPr>
            <w:tcW w:w="6101" w:type="dxa"/>
          </w:tcPr>
          <w:p w14:paraId="69DC094F" w14:textId="07BE8993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girevole con o-ring</w:t>
            </w:r>
            <w:r w:rsidR="008908BC">
              <w:rPr>
                <w:rFonts w:ascii="Poppins" w:hAnsi="Poppins" w:cs="Poppins"/>
                <w:bCs/>
                <w:sz w:val="20"/>
              </w:rPr>
              <w:t>.</w:t>
            </w:r>
          </w:p>
          <w:p w14:paraId="43E4BB1B" w14:textId="77777777" w:rsidR="008908BC" w:rsidRPr="00AD64E0" w:rsidRDefault="008908BC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95E0AA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1”1/4 M x 1”1/4 M</w:t>
            </w:r>
          </w:p>
          <w:p w14:paraId="67CC1C55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67DD65" w14:textId="1CAD384F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Nipplo girevole 1”1/4 M x 1”1/4 M o</w:t>
            </w:r>
            <w:r w:rsidR="00542B3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1F322A" w:rsidRPr="009279E2" w14:paraId="65F601C4" w14:textId="77777777" w:rsidTr="00F12594">
        <w:tc>
          <w:tcPr>
            <w:tcW w:w="1311" w:type="dxa"/>
          </w:tcPr>
          <w:p w14:paraId="7741886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01306432</w:t>
            </w:r>
          </w:p>
        </w:tc>
        <w:tc>
          <w:tcPr>
            <w:tcW w:w="2086" w:type="dxa"/>
          </w:tcPr>
          <w:p w14:paraId="281B5161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girevole</w:t>
            </w:r>
          </w:p>
          <w:p w14:paraId="3B0DCE4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1”1/4 M x 1” M</w:t>
            </w:r>
          </w:p>
        </w:tc>
        <w:tc>
          <w:tcPr>
            <w:tcW w:w="6101" w:type="dxa"/>
          </w:tcPr>
          <w:p w14:paraId="1BAF640B" w14:textId="041D11AA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nichelato con o-ring</w:t>
            </w:r>
            <w:r w:rsidR="008908BC">
              <w:rPr>
                <w:rFonts w:ascii="Poppins" w:hAnsi="Poppins" w:cs="Poppins"/>
                <w:bCs/>
                <w:sz w:val="20"/>
              </w:rPr>
              <w:t>.</w:t>
            </w:r>
          </w:p>
          <w:p w14:paraId="1B35F18F" w14:textId="77777777" w:rsidR="008908BC" w:rsidRPr="00AD64E0" w:rsidRDefault="008908BC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29DC33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1”1/4 M x 1” M</w:t>
            </w:r>
          </w:p>
          <w:p w14:paraId="6956671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2BF0A2C" w14:textId="4F7924E8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Nipplo girevole 1”1/4 M x 1” M</w:t>
            </w:r>
            <w:r w:rsidR="008908BC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4139E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306DEED9" w14:textId="77777777" w:rsidTr="00F12594">
        <w:tc>
          <w:tcPr>
            <w:tcW w:w="1311" w:type="dxa"/>
          </w:tcPr>
          <w:p w14:paraId="29AE967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01306434</w:t>
            </w:r>
          </w:p>
        </w:tc>
        <w:tc>
          <w:tcPr>
            <w:tcW w:w="2086" w:type="dxa"/>
          </w:tcPr>
          <w:p w14:paraId="29D034E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girevole</w:t>
            </w:r>
          </w:p>
          <w:p w14:paraId="3389F5DB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3/4” M x 3/4” M</w:t>
            </w:r>
          </w:p>
        </w:tc>
        <w:tc>
          <w:tcPr>
            <w:tcW w:w="6101" w:type="dxa"/>
          </w:tcPr>
          <w:p w14:paraId="4EA9A308" w14:textId="0DB03B93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Nipplo nichelato con o-ring</w:t>
            </w:r>
            <w:r w:rsidR="008908BC">
              <w:rPr>
                <w:rFonts w:ascii="Poppins" w:hAnsi="Poppins" w:cs="Poppins"/>
                <w:bCs/>
                <w:sz w:val="20"/>
              </w:rPr>
              <w:t>.</w:t>
            </w:r>
          </w:p>
          <w:p w14:paraId="78603422" w14:textId="77777777" w:rsidR="008908BC" w:rsidRPr="00AD64E0" w:rsidRDefault="008908BC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E046E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3/4” M x 3/4” M</w:t>
            </w:r>
          </w:p>
          <w:p w14:paraId="230C82A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1FC203F" w14:textId="60D7F8D4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  <w:tab w:val="left" w:pos="25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Nipplo nichelato 3/4”M x 3/4” M o</w:t>
            </w:r>
            <w:r w:rsidR="003D1AAB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1F322A" w:rsidRPr="009279E2" w14:paraId="09140B62" w14:textId="77777777" w:rsidTr="00F12594">
        <w:tc>
          <w:tcPr>
            <w:tcW w:w="1311" w:type="dxa"/>
          </w:tcPr>
          <w:p w14:paraId="0470CC22" w14:textId="31B89A5C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9000686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086" w:type="dxa"/>
          </w:tcPr>
          <w:p w14:paraId="7653EAE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Termometro</w:t>
            </w:r>
          </w:p>
        </w:tc>
        <w:tc>
          <w:tcPr>
            <w:tcW w:w="6101" w:type="dxa"/>
          </w:tcPr>
          <w:p w14:paraId="0C675C63" w14:textId="2D358EF1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Termometro Ø 40</w:t>
            </w:r>
            <w:r w:rsidR="008908BC">
              <w:rPr>
                <w:rFonts w:ascii="Poppins" w:hAnsi="Poppins" w:cs="Poppins"/>
                <w:bCs/>
                <w:sz w:val="20"/>
              </w:rPr>
              <w:t>.</w:t>
            </w:r>
          </w:p>
          <w:p w14:paraId="0385C7A7" w14:textId="77777777" w:rsidR="008908BC" w:rsidRPr="00AD64E0" w:rsidRDefault="008908BC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500BE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0 – 80 °C</w:t>
            </w:r>
          </w:p>
          <w:p w14:paraId="3DE61AE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A3C6F2" w14:textId="79F13D2C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Termometro o equivalente.</w:t>
            </w:r>
          </w:p>
        </w:tc>
      </w:tr>
      <w:tr w:rsidR="001F322A" w:rsidRPr="009279E2" w14:paraId="1A6752A0" w14:textId="77777777" w:rsidTr="00F12594">
        <w:tc>
          <w:tcPr>
            <w:tcW w:w="1311" w:type="dxa"/>
          </w:tcPr>
          <w:p w14:paraId="61055D6E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90011760</w:t>
            </w:r>
          </w:p>
        </w:tc>
        <w:tc>
          <w:tcPr>
            <w:tcW w:w="2086" w:type="dxa"/>
          </w:tcPr>
          <w:p w14:paraId="25DE32F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Raccordo a T con porta termometro</w:t>
            </w:r>
          </w:p>
        </w:tc>
        <w:tc>
          <w:tcPr>
            <w:tcW w:w="6101" w:type="dxa"/>
          </w:tcPr>
          <w:p w14:paraId="5855AD5B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Raccordo a T con porta termometro.</w:t>
            </w:r>
          </w:p>
          <w:p w14:paraId="49C35058" w14:textId="77777777" w:rsidR="00C5353D" w:rsidRPr="00AD64E0" w:rsidRDefault="00C5353D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9E8596B" w14:textId="1D9E66A9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M-F 24x19</w:t>
            </w:r>
          </w:p>
          <w:p w14:paraId="11BB442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323D5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Raccordo a T con porta termometro  o  equivalente.</w:t>
            </w:r>
          </w:p>
        </w:tc>
      </w:tr>
      <w:tr w:rsidR="001F322A" w:rsidRPr="009279E2" w14:paraId="73752F75" w14:textId="77777777" w:rsidTr="00F12594">
        <w:tc>
          <w:tcPr>
            <w:tcW w:w="1311" w:type="dxa"/>
          </w:tcPr>
          <w:p w14:paraId="08D983D1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01306112</w:t>
            </w:r>
          </w:p>
        </w:tc>
        <w:tc>
          <w:tcPr>
            <w:tcW w:w="2086" w:type="dxa"/>
          </w:tcPr>
          <w:p w14:paraId="1BA2AB8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Volantino per comando manuale</w:t>
            </w:r>
          </w:p>
        </w:tc>
        <w:tc>
          <w:tcPr>
            <w:tcW w:w="6101" w:type="dxa"/>
          </w:tcPr>
          <w:p w14:paraId="4A9B92F7" w14:textId="66D3BDB3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Volantino per comando manuale</w:t>
            </w:r>
            <w:r w:rsidR="00004F77">
              <w:rPr>
                <w:rFonts w:ascii="Poppins" w:hAnsi="Poppins" w:cs="Poppins"/>
                <w:bCs/>
                <w:sz w:val="20"/>
              </w:rPr>
              <w:t>.</w:t>
            </w:r>
          </w:p>
          <w:p w14:paraId="4D61F2A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4D6053" w14:textId="6C3D16C3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Volantino per comando manuale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797E6FDD" w14:textId="77777777" w:rsidTr="00F12594">
        <w:tc>
          <w:tcPr>
            <w:tcW w:w="1311" w:type="dxa"/>
          </w:tcPr>
          <w:p w14:paraId="71AA9D8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90011500</w:t>
            </w:r>
          </w:p>
        </w:tc>
        <w:tc>
          <w:tcPr>
            <w:tcW w:w="2086" w:type="dxa"/>
          </w:tcPr>
          <w:p w14:paraId="39693D66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singolo</w:t>
            </w:r>
          </w:p>
          <w:p w14:paraId="15653C5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6101" w:type="dxa"/>
          </w:tcPr>
          <w:p w14:paraId="67C77CC3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singolo per collettori.</w:t>
            </w:r>
          </w:p>
          <w:p w14:paraId="3D5C1457" w14:textId="77777777" w:rsidR="007701A6" w:rsidRPr="00AD64E0" w:rsidRDefault="007701A6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0A2B6A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</w:t>
            </w:r>
          </w:p>
          <w:p w14:paraId="003074E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6F0778" w14:textId="556C6C3F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Coppia supporto metallico singolo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3/4"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4A07ABF5" w14:textId="77777777" w:rsidTr="00F12594">
        <w:tc>
          <w:tcPr>
            <w:tcW w:w="1311" w:type="dxa"/>
          </w:tcPr>
          <w:p w14:paraId="0296796F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90011510</w:t>
            </w:r>
          </w:p>
        </w:tc>
        <w:tc>
          <w:tcPr>
            <w:tcW w:w="2086" w:type="dxa"/>
          </w:tcPr>
          <w:p w14:paraId="61BD4C7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singolo</w:t>
            </w:r>
          </w:p>
          <w:p w14:paraId="362AA94D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</w:t>
            </w:r>
          </w:p>
        </w:tc>
        <w:tc>
          <w:tcPr>
            <w:tcW w:w="6101" w:type="dxa"/>
          </w:tcPr>
          <w:p w14:paraId="1DADD16E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singolo per collettori.</w:t>
            </w:r>
          </w:p>
          <w:p w14:paraId="3B552CBB" w14:textId="77777777" w:rsidR="007701A6" w:rsidRPr="00AD64E0" w:rsidRDefault="007701A6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48365D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</w:t>
            </w:r>
          </w:p>
          <w:p w14:paraId="5D5A599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41AFF2" w14:textId="2C007539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singolo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1"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0FEA27F5" w14:textId="77777777" w:rsidTr="00F12594">
        <w:tc>
          <w:tcPr>
            <w:tcW w:w="1311" w:type="dxa"/>
          </w:tcPr>
          <w:p w14:paraId="235CB61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90011520</w:t>
            </w:r>
          </w:p>
        </w:tc>
        <w:tc>
          <w:tcPr>
            <w:tcW w:w="2086" w:type="dxa"/>
          </w:tcPr>
          <w:p w14:paraId="36C15868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singolo</w:t>
            </w:r>
          </w:p>
          <w:p w14:paraId="32696A6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1"1/4</w:t>
            </w:r>
          </w:p>
        </w:tc>
        <w:tc>
          <w:tcPr>
            <w:tcW w:w="6101" w:type="dxa"/>
          </w:tcPr>
          <w:p w14:paraId="11236BA7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singolo per collettori.</w:t>
            </w:r>
          </w:p>
          <w:p w14:paraId="685B3D3F" w14:textId="77777777" w:rsidR="007701A6" w:rsidRPr="00AD64E0" w:rsidRDefault="007701A6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E599A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1"1/4</w:t>
            </w:r>
          </w:p>
          <w:p w14:paraId="0145113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4E352BF" w14:textId="43B643AF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singolo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1"1/4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47E2DAF2" w14:textId="77777777" w:rsidTr="00F12594">
        <w:tc>
          <w:tcPr>
            <w:tcW w:w="1311" w:type="dxa"/>
          </w:tcPr>
          <w:p w14:paraId="250B88D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90011530</w:t>
            </w:r>
          </w:p>
        </w:tc>
        <w:tc>
          <w:tcPr>
            <w:tcW w:w="2086" w:type="dxa"/>
          </w:tcPr>
          <w:p w14:paraId="468C9736" w14:textId="709B5D66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doppio 3/4"</w:t>
            </w:r>
            <w:r w:rsidR="00543CB9">
              <w:rPr>
                <w:rFonts w:ascii="Poppins" w:hAnsi="Poppins" w:cs="Poppins"/>
                <w:bCs/>
                <w:sz w:val="20"/>
              </w:rPr>
              <w:t xml:space="preserve"> 200 mm</w:t>
            </w:r>
          </w:p>
        </w:tc>
        <w:tc>
          <w:tcPr>
            <w:tcW w:w="6101" w:type="dxa"/>
          </w:tcPr>
          <w:p w14:paraId="1A91D1EE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doppio per collettori.</w:t>
            </w:r>
          </w:p>
          <w:p w14:paraId="7997DF44" w14:textId="77777777" w:rsidR="007701A6" w:rsidRPr="00AD64E0" w:rsidRDefault="007701A6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72F4CB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</w:t>
            </w:r>
          </w:p>
          <w:p w14:paraId="1C9FA7C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200 mm</w:t>
            </w:r>
          </w:p>
          <w:p w14:paraId="33F380B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2B3D7D" w14:textId="168B7250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doppio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3/4" </w:t>
            </w:r>
            <w:r w:rsidR="004B33E8">
              <w:rPr>
                <w:rFonts w:ascii="Poppins" w:hAnsi="Poppins" w:cs="Poppins"/>
                <w:b/>
                <w:bCs/>
                <w:sz w:val="20"/>
              </w:rPr>
              <w:t xml:space="preserve">200 mm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2B622402" w14:textId="77777777" w:rsidTr="00F12594">
        <w:tc>
          <w:tcPr>
            <w:tcW w:w="1311" w:type="dxa"/>
          </w:tcPr>
          <w:p w14:paraId="64F65D6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90011540</w:t>
            </w:r>
          </w:p>
        </w:tc>
        <w:tc>
          <w:tcPr>
            <w:tcW w:w="2086" w:type="dxa"/>
          </w:tcPr>
          <w:p w14:paraId="5A69993F" w14:textId="0D770FEF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doppio 1"</w:t>
            </w:r>
            <w:r w:rsidR="00543CB9">
              <w:rPr>
                <w:rFonts w:ascii="Poppins" w:hAnsi="Poppins" w:cs="Poppins"/>
                <w:bCs/>
                <w:sz w:val="20"/>
              </w:rPr>
              <w:t xml:space="preserve"> 200 mm</w:t>
            </w:r>
          </w:p>
        </w:tc>
        <w:tc>
          <w:tcPr>
            <w:tcW w:w="6101" w:type="dxa"/>
          </w:tcPr>
          <w:p w14:paraId="2028F083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doppio per collettori.</w:t>
            </w:r>
          </w:p>
          <w:p w14:paraId="647536FC" w14:textId="77777777" w:rsidR="007701A6" w:rsidRPr="00AD64E0" w:rsidRDefault="007701A6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9F974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</w:t>
            </w:r>
          </w:p>
          <w:p w14:paraId="4E7B2F6C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200 mm</w:t>
            </w:r>
          </w:p>
          <w:p w14:paraId="66D717A7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66373E" w14:textId="564B8F4A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doppio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1" </w:t>
            </w:r>
            <w:r w:rsidR="004B33E8">
              <w:rPr>
                <w:rFonts w:ascii="Poppins" w:hAnsi="Poppins" w:cs="Poppins"/>
                <w:b/>
                <w:bCs/>
                <w:sz w:val="20"/>
              </w:rPr>
              <w:t xml:space="preserve">200 mm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4F48DCCF" w14:textId="77777777" w:rsidTr="00F12594">
        <w:tc>
          <w:tcPr>
            <w:tcW w:w="1311" w:type="dxa"/>
          </w:tcPr>
          <w:p w14:paraId="6F0C3C7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90011550</w:t>
            </w:r>
          </w:p>
        </w:tc>
        <w:tc>
          <w:tcPr>
            <w:tcW w:w="2086" w:type="dxa"/>
          </w:tcPr>
          <w:p w14:paraId="43777B1D" w14:textId="1F24D19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doppio 1"1/4</w:t>
            </w:r>
            <w:r w:rsidR="00543CB9">
              <w:rPr>
                <w:rFonts w:ascii="Poppins" w:hAnsi="Poppins" w:cs="Poppins"/>
                <w:bCs/>
                <w:sz w:val="20"/>
              </w:rPr>
              <w:t xml:space="preserve"> 200 mm</w:t>
            </w:r>
          </w:p>
        </w:tc>
        <w:tc>
          <w:tcPr>
            <w:tcW w:w="6101" w:type="dxa"/>
          </w:tcPr>
          <w:p w14:paraId="59BAED10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doppio per collettori.</w:t>
            </w:r>
          </w:p>
          <w:p w14:paraId="614D8482" w14:textId="77777777" w:rsidR="007701A6" w:rsidRPr="00AD64E0" w:rsidRDefault="007701A6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3255D5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1"1/4</w:t>
            </w:r>
          </w:p>
          <w:p w14:paraId="7B7BE83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200 mm</w:t>
            </w:r>
          </w:p>
          <w:p w14:paraId="5B87822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8BB2A0C" w14:textId="040ADE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doppio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1"1/4 </w:t>
            </w:r>
            <w:r w:rsidR="004B33E8">
              <w:rPr>
                <w:rFonts w:ascii="Poppins" w:hAnsi="Poppins" w:cs="Poppins"/>
                <w:b/>
                <w:bCs/>
                <w:sz w:val="20"/>
              </w:rPr>
              <w:t xml:space="preserve">200 mm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5F859550" w14:textId="77777777" w:rsidTr="00F12594">
        <w:tc>
          <w:tcPr>
            <w:tcW w:w="1311" w:type="dxa"/>
          </w:tcPr>
          <w:p w14:paraId="394BD1DC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90011560</w:t>
            </w:r>
          </w:p>
        </w:tc>
        <w:tc>
          <w:tcPr>
            <w:tcW w:w="2086" w:type="dxa"/>
          </w:tcPr>
          <w:p w14:paraId="2CBEA48A" w14:textId="199D2B84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doppio 3/4"</w:t>
            </w:r>
            <w:r w:rsidR="00FD139A">
              <w:rPr>
                <w:rFonts w:ascii="Poppins" w:hAnsi="Poppins" w:cs="Poppins"/>
                <w:bCs/>
                <w:sz w:val="20"/>
              </w:rPr>
              <w:t xml:space="preserve"> 210 mm</w:t>
            </w:r>
          </w:p>
        </w:tc>
        <w:tc>
          <w:tcPr>
            <w:tcW w:w="6101" w:type="dxa"/>
          </w:tcPr>
          <w:p w14:paraId="28BAFDC7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doppio per collettori per fissaggio a parete.</w:t>
            </w:r>
          </w:p>
          <w:p w14:paraId="480BAC38" w14:textId="77777777" w:rsidR="00FD139A" w:rsidRPr="00AD64E0" w:rsidRDefault="00FD139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8A6854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3/4"</w:t>
            </w:r>
          </w:p>
          <w:p w14:paraId="1752A671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210 mm</w:t>
            </w:r>
          </w:p>
          <w:p w14:paraId="58C80DB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E62633B" w14:textId="5DCE37D9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Coppia supporto metallico doppio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3/4"</w:t>
            </w:r>
            <w:r w:rsidR="00FD139A">
              <w:rPr>
                <w:rFonts w:ascii="Poppins" w:hAnsi="Poppins" w:cs="Poppins"/>
                <w:b/>
                <w:bCs/>
                <w:sz w:val="20"/>
              </w:rPr>
              <w:t xml:space="preserve"> 210 mm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0BFA3D7D" w14:textId="77777777" w:rsidTr="00F12594">
        <w:tc>
          <w:tcPr>
            <w:tcW w:w="1311" w:type="dxa"/>
          </w:tcPr>
          <w:p w14:paraId="22BE17D3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90011570</w:t>
            </w:r>
          </w:p>
        </w:tc>
        <w:tc>
          <w:tcPr>
            <w:tcW w:w="2086" w:type="dxa"/>
          </w:tcPr>
          <w:p w14:paraId="71A4B37F" w14:textId="73631B11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doppio 1"</w:t>
            </w:r>
            <w:r w:rsidR="00FD139A">
              <w:rPr>
                <w:rFonts w:ascii="Poppins" w:hAnsi="Poppins" w:cs="Poppins"/>
                <w:bCs/>
                <w:sz w:val="20"/>
              </w:rPr>
              <w:t xml:space="preserve"> 210 mm</w:t>
            </w:r>
          </w:p>
        </w:tc>
        <w:tc>
          <w:tcPr>
            <w:tcW w:w="6101" w:type="dxa"/>
          </w:tcPr>
          <w:p w14:paraId="5686F1AB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doppio per collettori per fissaggio a parete.</w:t>
            </w:r>
          </w:p>
          <w:p w14:paraId="4FC11F72" w14:textId="77777777" w:rsidR="00FD139A" w:rsidRPr="00AD64E0" w:rsidRDefault="00FD139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1F2019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</w:t>
            </w:r>
          </w:p>
          <w:p w14:paraId="0C32E65B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210 mm</w:t>
            </w:r>
          </w:p>
          <w:p w14:paraId="17BBD9E6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43C64F8" w14:textId="0356A5B4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doppio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1"</w:t>
            </w:r>
            <w:r w:rsidR="00FD139A">
              <w:rPr>
                <w:rFonts w:ascii="Poppins" w:hAnsi="Poppins" w:cs="Poppins"/>
                <w:b/>
                <w:bCs/>
                <w:sz w:val="20"/>
              </w:rPr>
              <w:t xml:space="preserve"> 210 mm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2B01388F" w14:textId="77777777" w:rsidTr="00F12594">
        <w:tc>
          <w:tcPr>
            <w:tcW w:w="1311" w:type="dxa"/>
          </w:tcPr>
          <w:p w14:paraId="1A158B27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90011580</w:t>
            </w:r>
          </w:p>
        </w:tc>
        <w:tc>
          <w:tcPr>
            <w:tcW w:w="2086" w:type="dxa"/>
          </w:tcPr>
          <w:p w14:paraId="4788071F" w14:textId="09C47D12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supporto metallico doppio 1"1/4</w:t>
            </w:r>
            <w:r w:rsidR="00FD139A">
              <w:rPr>
                <w:rFonts w:ascii="Poppins" w:hAnsi="Poppins" w:cs="Poppins"/>
                <w:bCs/>
                <w:sz w:val="20"/>
              </w:rPr>
              <w:t xml:space="preserve"> 210 mm</w:t>
            </w:r>
          </w:p>
        </w:tc>
        <w:tc>
          <w:tcPr>
            <w:tcW w:w="6101" w:type="dxa"/>
          </w:tcPr>
          <w:p w14:paraId="488613B1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Coppia di supporto metallico doppio per collettori per fissaggio a parete.</w:t>
            </w:r>
          </w:p>
          <w:p w14:paraId="45C5774D" w14:textId="77777777" w:rsidR="00FD139A" w:rsidRPr="00AD64E0" w:rsidRDefault="00FD139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AE489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Misura: 1"1/4</w:t>
            </w:r>
          </w:p>
          <w:p w14:paraId="6B229F4A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210 mm</w:t>
            </w:r>
          </w:p>
          <w:p w14:paraId="2A45D81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BABDB1A" w14:textId="1D6A48E0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Coppia supporto metallico doppio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 xml:space="preserve">1"1/4 </w:t>
            </w:r>
            <w:r w:rsidR="00FD139A">
              <w:rPr>
                <w:rFonts w:ascii="Poppins" w:hAnsi="Poppins" w:cs="Poppins"/>
                <w:b/>
                <w:bCs/>
                <w:sz w:val="20"/>
              </w:rPr>
              <w:t xml:space="preserve">210 mm </w:t>
            </w:r>
            <w:r w:rsidRPr="00AD64E0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3AD66E64" w14:textId="77777777" w:rsidTr="00F12594">
        <w:tc>
          <w:tcPr>
            <w:tcW w:w="1311" w:type="dxa"/>
          </w:tcPr>
          <w:p w14:paraId="43BC12F6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01306502</w:t>
            </w:r>
          </w:p>
        </w:tc>
        <w:tc>
          <w:tcPr>
            <w:tcW w:w="2086" w:type="dxa"/>
          </w:tcPr>
          <w:p w14:paraId="21303D5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Gusci isolanti  per collettori con staffe metalliche</w:t>
            </w:r>
          </w:p>
        </w:tc>
        <w:tc>
          <w:tcPr>
            <w:tcW w:w="6101" w:type="dxa"/>
          </w:tcPr>
          <w:p w14:paraId="52ACE6A6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Gusci isolanti per collettori Topway con staffe metalliche in polietilene espanso reticolato a cellule chiuse.</w:t>
            </w:r>
          </w:p>
          <w:p w14:paraId="1460036D" w14:textId="77777777" w:rsidR="000332C1" w:rsidRPr="00AD64E0" w:rsidRDefault="000332C1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E195E2C" w14:textId="36A0E91F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N°</w:t>
            </w:r>
            <w:r w:rsidR="000332C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fori di derivazione: 12</w:t>
            </w:r>
          </w:p>
          <w:p w14:paraId="3E3E9F18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50 mm</w:t>
            </w:r>
          </w:p>
          <w:p w14:paraId="036A1EC9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2BA7F0" w14:textId="2E3D8456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Gusci isolanti  per collettori con staffe metalliche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0CFB2D7F" w14:textId="77777777" w:rsidTr="00F12594">
        <w:tc>
          <w:tcPr>
            <w:tcW w:w="1311" w:type="dxa"/>
          </w:tcPr>
          <w:p w14:paraId="4F55C1C0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90062280</w:t>
            </w:r>
          </w:p>
        </w:tc>
        <w:tc>
          <w:tcPr>
            <w:tcW w:w="2086" w:type="dxa"/>
          </w:tcPr>
          <w:p w14:paraId="27F6D145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Gusci isolanti  per collettori con staffe regolabili e  metalliche</w:t>
            </w:r>
          </w:p>
        </w:tc>
        <w:tc>
          <w:tcPr>
            <w:tcW w:w="6101" w:type="dxa"/>
          </w:tcPr>
          <w:p w14:paraId="42C71AD5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Gusci isolanti per collettori Topway con staffe regolabili e metalliche in polietilene espanso reticolato a cellule chiuse.</w:t>
            </w:r>
          </w:p>
          <w:p w14:paraId="0C3911C7" w14:textId="77777777" w:rsidR="000332C1" w:rsidRPr="00AD64E0" w:rsidRDefault="000332C1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5D4441" w14:textId="60DF4A91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N°</w:t>
            </w:r>
            <w:r w:rsidR="000332C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D64E0">
              <w:rPr>
                <w:rFonts w:ascii="Poppins" w:hAnsi="Poppins" w:cs="Poppins"/>
                <w:bCs/>
                <w:sz w:val="20"/>
              </w:rPr>
              <w:t>fori di derivazione: 13</w:t>
            </w:r>
          </w:p>
          <w:p w14:paraId="74105A83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Interasse: 50 mm</w:t>
            </w:r>
          </w:p>
          <w:p w14:paraId="326D38D2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29930D" w14:textId="6451649E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Gusci isolanti  per collettori con staffe regolabili e  metalliche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57204710" w14:textId="77777777" w:rsidTr="00F12594">
        <w:tc>
          <w:tcPr>
            <w:tcW w:w="1311" w:type="dxa"/>
          </w:tcPr>
          <w:p w14:paraId="1B0D1776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07245370</w:t>
            </w:r>
          </w:p>
        </w:tc>
        <w:tc>
          <w:tcPr>
            <w:tcW w:w="2086" w:type="dxa"/>
          </w:tcPr>
          <w:p w14:paraId="6049D7CA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vaso di espansione 8 litri</w:t>
            </w:r>
          </w:p>
        </w:tc>
        <w:tc>
          <w:tcPr>
            <w:tcW w:w="6101" w:type="dxa"/>
          </w:tcPr>
          <w:p w14:paraId="0BE85CFE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vaso di espansione da 8 litri per collegamento a collettore di distribuzione Topway in cassetta Metalbox.</w:t>
            </w:r>
          </w:p>
          <w:p w14:paraId="51C4457F" w14:textId="77777777" w:rsidR="004F17AD" w:rsidRPr="00AD64E0" w:rsidRDefault="004F17AD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44325F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0F4D45E6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Vaso di espansione da 8 litri</w:t>
            </w:r>
          </w:p>
          <w:p w14:paraId="227F44E0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Supporto in lamiera per installazione in cassetta</w:t>
            </w:r>
          </w:p>
          <w:p w14:paraId="07820152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Tubo in rame Ø 18x1</w:t>
            </w:r>
          </w:p>
          <w:p w14:paraId="21796641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Tenuta monoblocco per tubo in rame Ø 18x1</w:t>
            </w:r>
          </w:p>
          <w:p w14:paraId="49549FAF" w14:textId="217B2078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Codolo </w:t>
            </w:r>
            <w:r w:rsidR="009D22E0">
              <w:rPr>
                <w:rFonts w:ascii="Poppins" w:hAnsi="Poppins" w:cs="Poppins"/>
                <w:bCs/>
                <w:sz w:val="20"/>
              </w:rPr>
              <w:t>1/2</w:t>
            </w:r>
            <w:r w:rsidRPr="00AD64E0">
              <w:rPr>
                <w:rFonts w:ascii="Poppins" w:hAnsi="Poppins" w:cs="Poppins"/>
                <w:bCs/>
                <w:sz w:val="20"/>
              </w:rPr>
              <w:t>” – 24x19 con o-ring</w:t>
            </w:r>
          </w:p>
          <w:p w14:paraId="4E7ECEC5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Guarnizione 3/8”</w:t>
            </w:r>
          </w:p>
          <w:p w14:paraId="71CF3F5E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6BEF741" w14:textId="73C73AF3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vaso di espansione 8 litri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1F322A" w:rsidRPr="009279E2" w14:paraId="70406FCA" w14:textId="77777777" w:rsidTr="00F12594">
        <w:tc>
          <w:tcPr>
            <w:tcW w:w="1311" w:type="dxa"/>
          </w:tcPr>
          <w:p w14:paraId="0C531179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lastRenderedPageBreak/>
              <w:t>07245380</w:t>
            </w:r>
          </w:p>
        </w:tc>
        <w:tc>
          <w:tcPr>
            <w:tcW w:w="2086" w:type="dxa"/>
          </w:tcPr>
          <w:p w14:paraId="69D20E92" w14:textId="77777777" w:rsidR="001F322A" w:rsidRPr="00AD64E0" w:rsidRDefault="001F322A" w:rsidP="001F322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vaso di espansione 10 litri</w:t>
            </w:r>
          </w:p>
        </w:tc>
        <w:tc>
          <w:tcPr>
            <w:tcW w:w="6101" w:type="dxa"/>
          </w:tcPr>
          <w:p w14:paraId="3A85D90C" w14:textId="77777777" w:rsidR="001F322A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Kit vaso di espansione da 10 litri per collegamento a collettore di distribuzione Topway in cassetta Metalbox.</w:t>
            </w:r>
          </w:p>
          <w:p w14:paraId="2BB2ACE4" w14:textId="77777777" w:rsidR="004F17AD" w:rsidRPr="00AD64E0" w:rsidRDefault="004F17AD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E46B50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4F5C09E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Vaso di espansione da 10 litri</w:t>
            </w:r>
          </w:p>
          <w:p w14:paraId="22EB3E19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Supporto in lamiera per installazione in cassetta</w:t>
            </w:r>
          </w:p>
          <w:p w14:paraId="35BA109C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Tubo in rame Ø 18x1</w:t>
            </w:r>
          </w:p>
          <w:p w14:paraId="3E1C0E1C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Tenuta monoblocco per tubo in rame Ø 18x1</w:t>
            </w:r>
          </w:p>
          <w:p w14:paraId="55560F0E" w14:textId="2F05AA2C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 xml:space="preserve">Codolo </w:t>
            </w:r>
            <w:r w:rsidR="009D22E0">
              <w:rPr>
                <w:rFonts w:ascii="Poppins" w:hAnsi="Poppins" w:cs="Poppins"/>
                <w:bCs/>
                <w:sz w:val="20"/>
              </w:rPr>
              <w:t>1/2</w:t>
            </w:r>
            <w:r w:rsidRPr="00AD64E0">
              <w:rPr>
                <w:rFonts w:ascii="Poppins" w:hAnsi="Poppins" w:cs="Poppins"/>
                <w:bCs/>
                <w:sz w:val="20"/>
              </w:rPr>
              <w:t>” – 24x19 con o-ring</w:t>
            </w:r>
          </w:p>
          <w:p w14:paraId="618C5F7B" w14:textId="77777777" w:rsidR="001F322A" w:rsidRPr="00AD64E0" w:rsidRDefault="001F322A" w:rsidP="008E5BF5">
            <w:pPr>
              <w:pStyle w:val="Intestazione"/>
              <w:numPr>
                <w:ilvl w:val="0"/>
                <w:numId w:val="2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Cs/>
                <w:sz w:val="20"/>
              </w:rPr>
              <w:t>Guarnizione 3/8”</w:t>
            </w:r>
          </w:p>
          <w:p w14:paraId="6137D1E4" w14:textId="7777777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7BFA5C" w14:textId="16BF1327" w:rsidR="001F322A" w:rsidRPr="00AD64E0" w:rsidRDefault="001F322A" w:rsidP="008E5B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D64E0">
              <w:rPr>
                <w:rFonts w:ascii="Poppins" w:hAnsi="Poppins" w:cs="Poppins"/>
                <w:b/>
                <w:bCs/>
                <w:sz w:val="20"/>
              </w:rPr>
              <w:t>Marca Emmeti – Modello Kit vaso di espansione 10 litri o  equivalente</w:t>
            </w:r>
            <w:r w:rsidR="009D22E0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730D8673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9F00" w14:textId="77777777" w:rsidR="00D226C7" w:rsidRDefault="00D226C7">
      <w:r>
        <w:separator/>
      </w:r>
    </w:p>
  </w:endnote>
  <w:endnote w:type="continuationSeparator" w:id="0">
    <w:p w14:paraId="3EF247F1" w14:textId="77777777" w:rsidR="00D226C7" w:rsidRDefault="00D2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C72F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4373CF60" w14:textId="77777777" w:rsidTr="004706FD">
      <w:tc>
        <w:tcPr>
          <w:tcW w:w="4534" w:type="dxa"/>
        </w:tcPr>
        <w:p w14:paraId="6BCC2678" w14:textId="5ADDE475" w:rsidR="008C2F88" w:rsidRPr="00C86331" w:rsidRDefault="009D22E0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Accessori per collettori</w:t>
          </w:r>
          <w:r w:rsidR="0090708B">
            <w:rPr>
              <w:rFonts w:ascii="Poppins" w:hAnsi="Poppins" w:cs="Poppins"/>
              <w:iCs/>
              <w:sz w:val="16"/>
            </w:rPr>
            <w:t xml:space="preserve"> Topway</w:t>
          </w:r>
        </w:p>
      </w:tc>
      <w:tc>
        <w:tcPr>
          <w:tcW w:w="5176" w:type="dxa"/>
        </w:tcPr>
        <w:p w14:paraId="11ECC5FA" w14:textId="35BE86B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C53E50">
            <w:rPr>
              <w:rFonts w:ascii="Poppins" w:hAnsi="Poppins" w:cs="Poppins"/>
              <w:noProof/>
              <w:sz w:val="14"/>
              <w:szCs w:val="14"/>
            </w:rPr>
            <w:t>13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4CE7819F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2861BF0" wp14:editId="6DEA6FE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7A00A" w14:textId="77777777" w:rsidR="00D226C7" w:rsidRDefault="00D226C7">
      <w:r>
        <w:separator/>
      </w:r>
    </w:p>
  </w:footnote>
  <w:footnote w:type="continuationSeparator" w:id="0">
    <w:p w14:paraId="24ADD822" w14:textId="77777777" w:rsidR="00D226C7" w:rsidRDefault="00D22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2D97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20D42A2" wp14:editId="31C2355E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5CBD12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72369BC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A1951"/>
    <w:multiLevelType w:val="hybridMultilevel"/>
    <w:tmpl w:val="FA3A2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C624D"/>
    <w:multiLevelType w:val="hybridMultilevel"/>
    <w:tmpl w:val="016E4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7495"/>
    <w:multiLevelType w:val="hybridMultilevel"/>
    <w:tmpl w:val="9AB21E4A"/>
    <w:lvl w:ilvl="0" w:tplc="51E4EA8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1F1F9E"/>
    <w:multiLevelType w:val="hybridMultilevel"/>
    <w:tmpl w:val="E67CC010"/>
    <w:lvl w:ilvl="0" w:tplc="35C2B06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5442F9"/>
    <w:multiLevelType w:val="hybridMultilevel"/>
    <w:tmpl w:val="F708A168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4222">
    <w:abstractNumId w:val="14"/>
  </w:num>
  <w:num w:numId="2" w16cid:durableId="681854217">
    <w:abstractNumId w:val="13"/>
  </w:num>
  <w:num w:numId="3" w16cid:durableId="749893066">
    <w:abstractNumId w:val="6"/>
  </w:num>
  <w:num w:numId="4" w16cid:durableId="1863012882">
    <w:abstractNumId w:val="4"/>
  </w:num>
  <w:num w:numId="5" w16cid:durableId="1948388804">
    <w:abstractNumId w:val="10"/>
  </w:num>
  <w:num w:numId="6" w16cid:durableId="2030594360">
    <w:abstractNumId w:val="9"/>
  </w:num>
  <w:num w:numId="7" w16cid:durableId="1423575105">
    <w:abstractNumId w:val="7"/>
  </w:num>
  <w:num w:numId="8" w16cid:durableId="1553731131">
    <w:abstractNumId w:val="9"/>
  </w:num>
  <w:num w:numId="9" w16cid:durableId="180826458">
    <w:abstractNumId w:val="0"/>
  </w:num>
  <w:num w:numId="10" w16cid:durableId="33166392">
    <w:abstractNumId w:val="9"/>
  </w:num>
  <w:num w:numId="11" w16cid:durableId="1947271879">
    <w:abstractNumId w:val="16"/>
  </w:num>
  <w:num w:numId="12" w16cid:durableId="508637242">
    <w:abstractNumId w:val="19"/>
  </w:num>
  <w:num w:numId="13" w16cid:durableId="1790277129">
    <w:abstractNumId w:val="15"/>
  </w:num>
  <w:num w:numId="14" w16cid:durableId="1203597722">
    <w:abstractNumId w:val="8"/>
  </w:num>
  <w:num w:numId="15" w16cid:durableId="718749166">
    <w:abstractNumId w:val="17"/>
  </w:num>
  <w:num w:numId="16" w16cid:durableId="1930314036">
    <w:abstractNumId w:val="21"/>
  </w:num>
  <w:num w:numId="17" w16cid:durableId="922496281">
    <w:abstractNumId w:val="22"/>
  </w:num>
  <w:num w:numId="18" w16cid:durableId="1740904437">
    <w:abstractNumId w:val="18"/>
  </w:num>
  <w:num w:numId="19" w16cid:durableId="1472791480">
    <w:abstractNumId w:val="1"/>
  </w:num>
  <w:num w:numId="20" w16cid:durableId="662511365">
    <w:abstractNumId w:val="3"/>
  </w:num>
  <w:num w:numId="21" w16cid:durableId="1529756388">
    <w:abstractNumId w:val="11"/>
  </w:num>
  <w:num w:numId="22" w16cid:durableId="1609044662">
    <w:abstractNumId w:val="20"/>
  </w:num>
  <w:num w:numId="23" w16cid:durableId="1557468600">
    <w:abstractNumId w:val="23"/>
  </w:num>
  <w:num w:numId="24" w16cid:durableId="432288464">
    <w:abstractNumId w:val="5"/>
  </w:num>
  <w:num w:numId="25" w16cid:durableId="1092045469">
    <w:abstractNumId w:val="12"/>
  </w:num>
  <w:num w:numId="26" w16cid:durableId="1337725752">
    <w:abstractNumId w:val="2"/>
  </w:num>
  <w:num w:numId="27" w16cid:durableId="16373767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4F77"/>
    <w:rsid w:val="000332C1"/>
    <w:rsid w:val="000402A4"/>
    <w:rsid w:val="00050D07"/>
    <w:rsid w:val="0005226A"/>
    <w:rsid w:val="00053D6B"/>
    <w:rsid w:val="0009136B"/>
    <w:rsid w:val="000B6932"/>
    <w:rsid w:val="000C10C1"/>
    <w:rsid w:val="000C52FA"/>
    <w:rsid w:val="000D3AA0"/>
    <w:rsid w:val="000F7A52"/>
    <w:rsid w:val="00103A0D"/>
    <w:rsid w:val="00130587"/>
    <w:rsid w:val="001441C6"/>
    <w:rsid w:val="001450AB"/>
    <w:rsid w:val="001620E3"/>
    <w:rsid w:val="00171DAE"/>
    <w:rsid w:val="00183006"/>
    <w:rsid w:val="00195A49"/>
    <w:rsid w:val="001B4C7F"/>
    <w:rsid w:val="001D365F"/>
    <w:rsid w:val="001F322A"/>
    <w:rsid w:val="001F782F"/>
    <w:rsid w:val="0020602A"/>
    <w:rsid w:val="0023000E"/>
    <w:rsid w:val="002346C2"/>
    <w:rsid w:val="0023578B"/>
    <w:rsid w:val="00264BCF"/>
    <w:rsid w:val="00273D85"/>
    <w:rsid w:val="002760AA"/>
    <w:rsid w:val="0028448D"/>
    <w:rsid w:val="002862D2"/>
    <w:rsid w:val="002A53F4"/>
    <w:rsid w:val="002A5CF5"/>
    <w:rsid w:val="002B5D63"/>
    <w:rsid w:val="002F7EEA"/>
    <w:rsid w:val="00304518"/>
    <w:rsid w:val="003324E0"/>
    <w:rsid w:val="003333BC"/>
    <w:rsid w:val="00344430"/>
    <w:rsid w:val="003524C7"/>
    <w:rsid w:val="00357812"/>
    <w:rsid w:val="00365710"/>
    <w:rsid w:val="00372ECE"/>
    <w:rsid w:val="003B3299"/>
    <w:rsid w:val="003B7D67"/>
    <w:rsid w:val="003D1AAB"/>
    <w:rsid w:val="003E097E"/>
    <w:rsid w:val="003E2C8C"/>
    <w:rsid w:val="004139EC"/>
    <w:rsid w:val="004272FC"/>
    <w:rsid w:val="00433C12"/>
    <w:rsid w:val="00435655"/>
    <w:rsid w:val="0044592F"/>
    <w:rsid w:val="00447EFC"/>
    <w:rsid w:val="004636D3"/>
    <w:rsid w:val="004706FD"/>
    <w:rsid w:val="00474537"/>
    <w:rsid w:val="0048382E"/>
    <w:rsid w:val="004B33E8"/>
    <w:rsid w:val="004D6127"/>
    <w:rsid w:val="004F17AD"/>
    <w:rsid w:val="004F1A26"/>
    <w:rsid w:val="005235FA"/>
    <w:rsid w:val="00525BAE"/>
    <w:rsid w:val="00530F9B"/>
    <w:rsid w:val="005315F1"/>
    <w:rsid w:val="00536743"/>
    <w:rsid w:val="00542B39"/>
    <w:rsid w:val="00543CB9"/>
    <w:rsid w:val="00562E55"/>
    <w:rsid w:val="00584984"/>
    <w:rsid w:val="005C61B9"/>
    <w:rsid w:val="005D716D"/>
    <w:rsid w:val="005E1169"/>
    <w:rsid w:val="005E25AC"/>
    <w:rsid w:val="006015C2"/>
    <w:rsid w:val="006040F5"/>
    <w:rsid w:val="00610639"/>
    <w:rsid w:val="00620C00"/>
    <w:rsid w:val="00665813"/>
    <w:rsid w:val="00677E0F"/>
    <w:rsid w:val="00681DC2"/>
    <w:rsid w:val="006840AA"/>
    <w:rsid w:val="006B218C"/>
    <w:rsid w:val="006B29B1"/>
    <w:rsid w:val="006B7D41"/>
    <w:rsid w:val="006C14CB"/>
    <w:rsid w:val="006C26F7"/>
    <w:rsid w:val="006D044B"/>
    <w:rsid w:val="006D4FDF"/>
    <w:rsid w:val="006E5C4B"/>
    <w:rsid w:val="006F1812"/>
    <w:rsid w:val="006F6AB3"/>
    <w:rsid w:val="007054EF"/>
    <w:rsid w:val="00710BB8"/>
    <w:rsid w:val="00727388"/>
    <w:rsid w:val="007338F1"/>
    <w:rsid w:val="0073789C"/>
    <w:rsid w:val="00745AB1"/>
    <w:rsid w:val="0074712F"/>
    <w:rsid w:val="00757AC7"/>
    <w:rsid w:val="007701A6"/>
    <w:rsid w:val="00782096"/>
    <w:rsid w:val="00790428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7318D"/>
    <w:rsid w:val="008804CB"/>
    <w:rsid w:val="008908BC"/>
    <w:rsid w:val="008A2C0A"/>
    <w:rsid w:val="008B5587"/>
    <w:rsid w:val="008C1265"/>
    <w:rsid w:val="008C2F88"/>
    <w:rsid w:val="008E5BF5"/>
    <w:rsid w:val="00904071"/>
    <w:rsid w:val="009059BB"/>
    <w:rsid w:val="0090708B"/>
    <w:rsid w:val="00923354"/>
    <w:rsid w:val="00931A8A"/>
    <w:rsid w:val="0094047C"/>
    <w:rsid w:val="00942B09"/>
    <w:rsid w:val="00961CBA"/>
    <w:rsid w:val="00966607"/>
    <w:rsid w:val="00992282"/>
    <w:rsid w:val="0099452E"/>
    <w:rsid w:val="009A219D"/>
    <w:rsid w:val="009B37F1"/>
    <w:rsid w:val="009B74B8"/>
    <w:rsid w:val="009C1166"/>
    <w:rsid w:val="009D22E0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5782D"/>
    <w:rsid w:val="00A62A77"/>
    <w:rsid w:val="00A743FF"/>
    <w:rsid w:val="00AB5843"/>
    <w:rsid w:val="00AC0741"/>
    <w:rsid w:val="00AD05EC"/>
    <w:rsid w:val="00AD1706"/>
    <w:rsid w:val="00AD64E0"/>
    <w:rsid w:val="00AE69A8"/>
    <w:rsid w:val="00B406A9"/>
    <w:rsid w:val="00B4096A"/>
    <w:rsid w:val="00B456F6"/>
    <w:rsid w:val="00B543B9"/>
    <w:rsid w:val="00B573F4"/>
    <w:rsid w:val="00B6767B"/>
    <w:rsid w:val="00B7475F"/>
    <w:rsid w:val="00B93CD1"/>
    <w:rsid w:val="00BB0104"/>
    <w:rsid w:val="00BB2A5B"/>
    <w:rsid w:val="00BD14D8"/>
    <w:rsid w:val="00BF1E16"/>
    <w:rsid w:val="00C0065B"/>
    <w:rsid w:val="00C02E1C"/>
    <w:rsid w:val="00C055AD"/>
    <w:rsid w:val="00C17750"/>
    <w:rsid w:val="00C203AE"/>
    <w:rsid w:val="00C233C1"/>
    <w:rsid w:val="00C25698"/>
    <w:rsid w:val="00C27DFF"/>
    <w:rsid w:val="00C36C55"/>
    <w:rsid w:val="00C40E24"/>
    <w:rsid w:val="00C437EE"/>
    <w:rsid w:val="00C5353D"/>
    <w:rsid w:val="00C53E50"/>
    <w:rsid w:val="00C55FF9"/>
    <w:rsid w:val="00C86331"/>
    <w:rsid w:val="00C86408"/>
    <w:rsid w:val="00C93402"/>
    <w:rsid w:val="00CB1475"/>
    <w:rsid w:val="00CB238D"/>
    <w:rsid w:val="00CC31A7"/>
    <w:rsid w:val="00CD1EB5"/>
    <w:rsid w:val="00CE7C2F"/>
    <w:rsid w:val="00D061A5"/>
    <w:rsid w:val="00D178ED"/>
    <w:rsid w:val="00D17F30"/>
    <w:rsid w:val="00D2119B"/>
    <w:rsid w:val="00D226C7"/>
    <w:rsid w:val="00D229AF"/>
    <w:rsid w:val="00D26FD9"/>
    <w:rsid w:val="00D43FAE"/>
    <w:rsid w:val="00D440AE"/>
    <w:rsid w:val="00D62BDF"/>
    <w:rsid w:val="00D832BB"/>
    <w:rsid w:val="00D902A4"/>
    <w:rsid w:val="00DA3646"/>
    <w:rsid w:val="00DB3FC1"/>
    <w:rsid w:val="00DD2E16"/>
    <w:rsid w:val="00DD601D"/>
    <w:rsid w:val="00DE5C0B"/>
    <w:rsid w:val="00E07577"/>
    <w:rsid w:val="00E17A38"/>
    <w:rsid w:val="00E36C49"/>
    <w:rsid w:val="00E42389"/>
    <w:rsid w:val="00E52151"/>
    <w:rsid w:val="00E5632D"/>
    <w:rsid w:val="00E94B3E"/>
    <w:rsid w:val="00E94BE3"/>
    <w:rsid w:val="00EA01C8"/>
    <w:rsid w:val="00EB33B9"/>
    <w:rsid w:val="00EB5A86"/>
    <w:rsid w:val="00EC29FF"/>
    <w:rsid w:val="00ED24CF"/>
    <w:rsid w:val="00EF73E5"/>
    <w:rsid w:val="00F12594"/>
    <w:rsid w:val="00F50F65"/>
    <w:rsid w:val="00F53758"/>
    <w:rsid w:val="00F60A08"/>
    <w:rsid w:val="00F61C17"/>
    <w:rsid w:val="00F81292"/>
    <w:rsid w:val="00FC6C1C"/>
    <w:rsid w:val="00FD139A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D4E6A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53AFC-B538-4B8F-9C24-F1DB4681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13</Pages>
  <Words>2803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18329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13</cp:revision>
  <cp:lastPrinted>2013-11-14T13:48:00Z</cp:lastPrinted>
  <dcterms:created xsi:type="dcterms:W3CDTF">2025-01-14T15:50:00Z</dcterms:created>
  <dcterms:modified xsi:type="dcterms:W3CDTF">2025-01-14T15:58:00Z</dcterms:modified>
</cp:coreProperties>
</file>